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CellMar>
          <w:left w:w="70" w:type="dxa"/>
          <w:right w:w="70" w:type="dxa"/>
        </w:tblCellMar>
        <w:tblLook w:val="0000"/>
      </w:tblPr>
      <w:tblGrid>
        <w:gridCol w:w="7583"/>
        <w:gridCol w:w="2693"/>
      </w:tblGrid>
      <w:tr w:rsidR="00FB1636" w:rsidRPr="005B0257" w:rsidTr="00CD15E0">
        <w:trPr>
          <w:cantSplit/>
          <w:trHeight w:val="573"/>
        </w:trPr>
        <w:tc>
          <w:tcPr>
            <w:tcW w:w="7583" w:type="dxa"/>
          </w:tcPr>
          <w:p w:rsidR="00FB1636" w:rsidRPr="00AC4824" w:rsidRDefault="00FB1636" w:rsidP="00461060">
            <w:pPr>
              <w:rPr>
                <w:rFonts w:ascii="SMinionPlus" w:hAnsi="SMinionPlus"/>
                <w:b/>
                <w:sz w:val="16"/>
                <w:szCs w:val="16"/>
                <w:lang w:val="en-US"/>
              </w:rPr>
            </w:pPr>
          </w:p>
          <w:p w:rsidR="00FB1636" w:rsidRPr="005B0257" w:rsidRDefault="00FB1636" w:rsidP="00461060">
            <w:pPr>
              <w:rPr>
                <w:rFonts w:ascii="SMinionPlus" w:hAnsi="SMinionPlus"/>
                <w:sz w:val="36"/>
                <w:szCs w:val="36"/>
                <w:lang w:val="en-US"/>
              </w:rPr>
            </w:pPr>
            <w:r>
              <w:rPr>
                <w:rFonts w:ascii="SMinionPlus" w:hAnsi="SMinionPlus"/>
                <w:b/>
                <w:sz w:val="36"/>
                <w:szCs w:val="36"/>
                <w:lang w:val="en-US"/>
              </w:rPr>
              <w:t>C</w:t>
            </w:r>
            <w:r w:rsidRPr="005B0257">
              <w:rPr>
                <w:rFonts w:ascii="SMinionPlus" w:hAnsi="SMinionPlus"/>
                <w:b/>
                <w:sz w:val="36"/>
                <w:szCs w:val="36"/>
                <w:lang w:val="en-US"/>
              </w:rPr>
              <w:t>onsent to Publish</w:t>
            </w:r>
          </w:p>
        </w:tc>
        <w:tc>
          <w:tcPr>
            <w:tcW w:w="2693" w:type="dxa"/>
          </w:tcPr>
          <w:p w:rsidR="00FB1636" w:rsidRPr="005B0257" w:rsidRDefault="00FB1636" w:rsidP="00461060">
            <w:pPr>
              <w:rPr>
                <w:rFonts w:ascii="SMinionPlus" w:hAnsi="SMinionPlus"/>
                <w:lang w:val="en-US"/>
              </w:rPr>
            </w:pPr>
            <w:r w:rsidRPr="005B0257">
              <w:rPr>
                <w:rFonts w:ascii="SMinionPlus" w:hAnsi="SMinionPlus"/>
              </w:rPr>
              <w:object w:dxaOrig="7212" w:dyaOrig="193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3pt;height:33pt" o:ole="">
                  <v:imagedata r:id="rId7" o:title=""/>
                </v:shape>
                <o:OLEObject Type="Embed" ProgID="Imaging.Dokument" ShapeID="_x0000_i1025" DrawAspect="Content" ObjectID="_1357135027" r:id="rId8"/>
              </w:object>
            </w:r>
          </w:p>
        </w:tc>
      </w:tr>
    </w:tbl>
    <w:bookmarkStart w:id="0" w:name="Text16"/>
    <w:p w:rsidR="00FB1636" w:rsidRDefault="00FB1636" w:rsidP="00CA715D">
      <w:pPr>
        <w:pBdr>
          <w:bottom w:val="single" w:sz="6" w:space="0" w:color="auto"/>
        </w:pBdr>
        <w:rPr>
          <w:rFonts w:ascii="SMinionPlus" w:hAnsi="SMinionPlus"/>
          <w:b/>
          <w:sz w:val="24"/>
          <w:szCs w:val="24"/>
          <w:lang w:val="en-US"/>
        </w:rPr>
      </w:pPr>
      <w:r w:rsidRPr="007F1705">
        <w:rPr>
          <w:rFonts w:ascii="SMinionPlus" w:hAnsi="SMinionPlus"/>
          <w:b/>
          <w:sz w:val="24"/>
          <w:szCs w:val="24"/>
          <w:lang w:val="en-US"/>
        </w:rPr>
        <w:fldChar w:fldCharType="begin">
          <w:ffData>
            <w:name w:val="Text16"/>
            <w:enabled/>
            <w:calcOnExit w:val="0"/>
            <w:textInput/>
          </w:ffData>
        </w:fldChar>
      </w:r>
      <w:r w:rsidRPr="007F1705">
        <w:rPr>
          <w:rFonts w:ascii="SMinionPlus" w:hAnsi="SMinionPlus"/>
          <w:b/>
          <w:sz w:val="24"/>
          <w:szCs w:val="24"/>
          <w:lang w:val="en-US"/>
        </w:rPr>
        <w:instrText xml:space="preserve"> FORMTEXT </w:instrText>
      </w:r>
      <w:r w:rsidRPr="007F1705">
        <w:rPr>
          <w:rFonts w:ascii="SMinionPlus" w:hAnsi="SMinionPlus"/>
          <w:b/>
          <w:sz w:val="24"/>
          <w:szCs w:val="24"/>
          <w:lang w:val="en-US"/>
        </w:rPr>
      </w:r>
      <w:r w:rsidRPr="007F1705">
        <w:rPr>
          <w:rFonts w:ascii="SMinionPlus" w:hAnsi="SMinionPlus"/>
          <w:b/>
          <w:sz w:val="24"/>
          <w:szCs w:val="24"/>
          <w:lang w:val="en-US"/>
        </w:rPr>
        <w:fldChar w:fldCharType="separate"/>
      </w:r>
      <w:r>
        <w:rPr>
          <w:rFonts w:ascii="SMinionPlus" w:hAnsi="SMinionPlus"/>
          <w:b/>
          <w:sz w:val="24"/>
          <w:szCs w:val="24"/>
          <w:lang w:val="en-US"/>
        </w:rPr>
        <w:t> </w:t>
      </w:r>
      <w:r>
        <w:rPr>
          <w:rFonts w:ascii="SMinionPlus" w:hAnsi="SMinionPlus"/>
          <w:b/>
          <w:sz w:val="24"/>
          <w:szCs w:val="24"/>
          <w:lang w:val="en-US"/>
        </w:rPr>
        <w:t> </w:t>
      </w:r>
      <w:r>
        <w:rPr>
          <w:rFonts w:ascii="SMinionPlus" w:hAnsi="SMinionPlus"/>
          <w:b/>
          <w:sz w:val="24"/>
          <w:szCs w:val="24"/>
          <w:lang w:val="en-US"/>
        </w:rPr>
        <w:t> </w:t>
      </w:r>
      <w:r>
        <w:rPr>
          <w:rFonts w:ascii="SMinionPlus" w:hAnsi="SMinionPlus"/>
          <w:b/>
          <w:sz w:val="24"/>
          <w:szCs w:val="24"/>
          <w:lang w:val="en-US"/>
        </w:rPr>
        <w:t> </w:t>
      </w:r>
      <w:r>
        <w:rPr>
          <w:rFonts w:ascii="SMinionPlus" w:hAnsi="SMinionPlus"/>
          <w:b/>
          <w:sz w:val="24"/>
          <w:szCs w:val="24"/>
          <w:lang w:val="en-US"/>
        </w:rPr>
        <w:t> </w:t>
      </w:r>
      <w:r w:rsidRPr="007F1705">
        <w:rPr>
          <w:rFonts w:ascii="SMinionPlus" w:hAnsi="SMinionPlus"/>
          <w:b/>
          <w:sz w:val="24"/>
          <w:szCs w:val="24"/>
          <w:lang w:val="en-US"/>
        </w:rPr>
        <w:fldChar w:fldCharType="end"/>
      </w:r>
      <w:bookmarkEnd w:id="0"/>
    </w:p>
    <w:p w:rsidR="00FB1636" w:rsidRDefault="00FB1636" w:rsidP="00FA0F98">
      <w:pPr>
        <w:spacing w:line="200" w:lineRule="exact"/>
        <w:rPr>
          <w:rFonts w:ascii="SMinionPlus" w:hAnsi="SMinionPlus"/>
          <w:lang w:val="en-GB"/>
        </w:rPr>
      </w:pPr>
    </w:p>
    <w:p w:rsidR="00FB1636" w:rsidRDefault="00FB1636" w:rsidP="00484283">
      <w:pPr>
        <w:spacing w:line="200" w:lineRule="exact"/>
        <w:outlineLvl w:val="0"/>
        <w:rPr>
          <w:rFonts w:ascii="SMinionPlus" w:hAnsi="SMinionPlus"/>
          <w:b/>
          <w:sz w:val="24"/>
          <w:szCs w:val="24"/>
          <w:lang w:val="en-US"/>
        </w:rPr>
      </w:pPr>
      <w:r w:rsidRPr="005B0257">
        <w:rPr>
          <w:rFonts w:ascii="SMinionPlus" w:hAnsi="SMinionPlus"/>
          <w:b/>
          <w:lang w:val="en-GB"/>
        </w:rPr>
        <w:t>Title</w:t>
      </w:r>
      <w:r>
        <w:rPr>
          <w:rFonts w:ascii="SMinionPlus" w:hAnsi="SMinionPlus"/>
          <w:b/>
          <w:lang w:val="en-GB"/>
        </w:rPr>
        <w:t xml:space="preserve"> </w:t>
      </w:r>
      <w:r w:rsidRPr="005B0257">
        <w:rPr>
          <w:rFonts w:ascii="SMinionPlus" w:hAnsi="SMinionPlus"/>
          <w:b/>
          <w:lang w:val="en-GB"/>
        </w:rPr>
        <w:t>of</w:t>
      </w:r>
      <w:r>
        <w:rPr>
          <w:rFonts w:ascii="SMinionPlus" w:hAnsi="SMinionPlus"/>
          <w:b/>
          <w:lang w:val="en-GB"/>
        </w:rPr>
        <w:t xml:space="preserve"> </w:t>
      </w:r>
      <w:r w:rsidRPr="005B0257">
        <w:rPr>
          <w:rFonts w:ascii="SMinionPlus" w:hAnsi="SMinionPlus"/>
          <w:b/>
          <w:lang w:val="en-GB"/>
        </w:rPr>
        <w:t>the</w:t>
      </w:r>
      <w:r>
        <w:rPr>
          <w:rFonts w:ascii="SMinionPlus" w:hAnsi="SMinionPlus"/>
          <w:b/>
          <w:lang w:val="en-GB"/>
        </w:rPr>
        <w:t xml:space="preserve"> </w:t>
      </w:r>
      <w:r w:rsidRPr="005B0257">
        <w:rPr>
          <w:rFonts w:ascii="SMinionPlus" w:hAnsi="SMinionPlus"/>
          <w:b/>
          <w:lang w:val="en-GB"/>
        </w:rPr>
        <w:t>Book/Volume/Conference:</w:t>
      </w:r>
      <w:r>
        <w:rPr>
          <w:rFonts w:ascii="SMinionPlus" w:hAnsi="SMinionPlus"/>
          <w:b/>
          <w:lang w:val="en-GB"/>
        </w:rPr>
        <w:t xml:space="preserve"> </w:t>
      </w:r>
      <w:r w:rsidRPr="007F1705">
        <w:rPr>
          <w:rFonts w:ascii="SMinionPlus" w:hAnsi="SMinionPlus"/>
          <w:b/>
          <w:sz w:val="24"/>
          <w:szCs w:val="24"/>
          <w:lang w:val="en-US"/>
        </w:rPr>
        <w:fldChar w:fldCharType="begin">
          <w:ffData>
            <w:name w:val="Text16"/>
            <w:enabled/>
            <w:calcOnExit w:val="0"/>
            <w:textInput/>
          </w:ffData>
        </w:fldChar>
      </w:r>
      <w:r w:rsidRPr="007F1705">
        <w:rPr>
          <w:rFonts w:ascii="SMinionPlus" w:hAnsi="SMinionPlus"/>
          <w:b/>
          <w:sz w:val="24"/>
          <w:szCs w:val="24"/>
          <w:lang w:val="en-US"/>
        </w:rPr>
        <w:instrText xml:space="preserve"> FORMTEXT </w:instrText>
      </w:r>
      <w:r w:rsidRPr="007F1705">
        <w:rPr>
          <w:rFonts w:ascii="SMinionPlus" w:hAnsi="SMinionPlus"/>
          <w:b/>
          <w:sz w:val="24"/>
          <w:szCs w:val="24"/>
          <w:lang w:val="en-US"/>
        </w:rPr>
      </w:r>
      <w:r w:rsidRPr="007F1705">
        <w:rPr>
          <w:rFonts w:ascii="SMinionPlus" w:hAnsi="SMinionPlus"/>
          <w:b/>
          <w:sz w:val="24"/>
          <w:szCs w:val="24"/>
          <w:lang w:val="en-US"/>
        </w:rPr>
        <w:fldChar w:fldCharType="separate"/>
      </w:r>
    </w:p>
    <w:p w:rsidR="00FB1636" w:rsidRPr="00AC4824" w:rsidRDefault="00FB1636" w:rsidP="00484283">
      <w:pPr>
        <w:spacing w:line="200" w:lineRule="exact"/>
        <w:outlineLvl w:val="0"/>
        <w:rPr>
          <w:rFonts w:ascii="SMinionPlus" w:hAnsi="SMinionPlus"/>
          <w:sz w:val="16"/>
          <w:szCs w:val="16"/>
          <w:lang w:val="en-GB"/>
        </w:rPr>
      </w:pPr>
      <w:r>
        <w:rPr>
          <w:rFonts w:ascii="SMinionPlus" w:hAnsi="SMinionPlus"/>
          <w:b/>
          <w:sz w:val="24"/>
          <w:szCs w:val="24"/>
          <w:lang w:val="en-US"/>
        </w:rPr>
        <w:t xml:space="preserve">Towards Life Cycle Sustainability Management - </w:t>
      </w:r>
      <w:r>
        <w:rPr>
          <w:rFonts w:ascii="SMinionPlus" w:hAnsi="SMinionPlus"/>
          <w:b/>
          <w:noProof/>
          <w:sz w:val="24"/>
          <w:szCs w:val="24"/>
          <w:lang w:val="en-US"/>
        </w:rPr>
        <w:t>LCM 2011</w:t>
      </w:r>
      <w:r w:rsidRPr="007F1705">
        <w:rPr>
          <w:rFonts w:ascii="SMinionPlus" w:hAnsi="SMinionPlus"/>
          <w:b/>
          <w:sz w:val="24"/>
          <w:szCs w:val="24"/>
          <w:lang w:val="en-US"/>
        </w:rPr>
        <w:fldChar w:fldCharType="end"/>
      </w:r>
    </w:p>
    <w:p w:rsidR="00FB1636" w:rsidRPr="00FA0F98" w:rsidRDefault="00FB1636" w:rsidP="00FA0F98">
      <w:pPr>
        <w:spacing w:line="200" w:lineRule="exact"/>
        <w:rPr>
          <w:rFonts w:ascii="SMinionPlus" w:hAnsi="SMinionPlus"/>
          <w:lang w:val="en-GB"/>
        </w:rPr>
      </w:pPr>
    </w:p>
    <w:p w:rsidR="00FB1636" w:rsidRPr="00AC4824" w:rsidRDefault="00FB1636" w:rsidP="00484283">
      <w:pPr>
        <w:spacing w:line="200" w:lineRule="exact"/>
        <w:outlineLvl w:val="0"/>
        <w:rPr>
          <w:rFonts w:ascii="SMinionPlus" w:hAnsi="SMinionPlus"/>
          <w:sz w:val="16"/>
          <w:szCs w:val="16"/>
          <w:lang w:val="en-GB"/>
        </w:rPr>
      </w:pPr>
      <w:r w:rsidRPr="005B0257">
        <w:rPr>
          <w:rFonts w:ascii="SMinionPlus" w:hAnsi="SMinionPlus"/>
          <w:b/>
          <w:lang w:val="en-GB"/>
        </w:rPr>
        <w:t>Editor(s)</w:t>
      </w:r>
      <w:r>
        <w:rPr>
          <w:rFonts w:ascii="SMinionPlus" w:hAnsi="SMinionPlus"/>
          <w:b/>
          <w:lang w:val="en-GB"/>
        </w:rPr>
        <w:t xml:space="preserve"> name(s)</w:t>
      </w:r>
      <w:r w:rsidRPr="00AC4824">
        <w:rPr>
          <w:rFonts w:ascii="SMinionPlus" w:hAnsi="SMinionPlus"/>
          <w:b/>
          <w:lang w:val="en-GB"/>
        </w:rPr>
        <w:t>:</w:t>
      </w:r>
      <w:r>
        <w:rPr>
          <w:rFonts w:ascii="SMinionPlus" w:hAnsi="SMinionPlus"/>
          <w:lang w:val="en-GB"/>
        </w:rPr>
        <w:t xml:space="preserve"> </w:t>
      </w:r>
      <w:r w:rsidRPr="007F1705">
        <w:rPr>
          <w:rFonts w:ascii="SMinionPlus" w:hAnsi="SMinionPlus"/>
          <w:b/>
          <w:sz w:val="24"/>
          <w:szCs w:val="24"/>
          <w:lang w:val="en-US"/>
        </w:rPr>
        <w:fldChar w:fldCharType="begin">
          <w:ffData>
            <w:name w:val="Text16"/>
            <w:enabled/>
            <w:calcOnExit w:val="0"/>
            <w:textInput/>
          </w:ffData>
        </w:fldChar>
      </w:r>
      <w:r w:rsidRPr="007F1705">
        <w:rPr>
          <w:rFonts w:ascii="SMinionPlus" w:hAnsi="SMinionPlus"/>
          <w:b/>
          <w:sz w:val="24"/>
          <w:szCs w:val="24"/>
          <w:lang w:val="en-US"/>
        </w:rPr>
        <w:instrText xml:space="preserve"> FORMTEXT </w:instrText>
      </w:r>
      <w:r w:rsidRPr="007F1705">
        <w:rPr>
          <w:rFonts w:ascii="SMinionPlus" w:hAnsi="SMinionPlus"/>
          <w:b/>
          <w:sz w:val="24"/>
          <w:szCs w:val="24"/>
          <w:lang w:val="en-US"/>
        </w:rPr>
      </w:r>
      <w:r w:rsidRPr="007F1705">
        <w:rPr>
          <w:rFonts w:ascii="SMinionPlus" w:hAnsi="SMinionPlus"/>
          <w:b/>
          <w:sz w:val="24"/>
          <w:szCs w:val="24"/>
          <w:lang w:val="en-US"/>
        </w:rPr>
        <w:fldChar w:fldCharType="separate"/>
      </w:r>
      <w:r>
        <w:rPr>
          <w:rFonts w:ascii="SMinionPlus" w:hAnsi="SMinionPlus"/>
          <w:b/>
          <w:noProof/>
          <w:sz w:val="24"/>
          <w:szCs w:val="24"/>
          <w:lang w:val="en-US"/>
        </w:rPr>
        <w:t>Matthias Finkbeiner</w:t>
      </w:r>
      <w:r w:rsidRPr="007F1705">
        <w:rPr>
          <w:rFonts w:ascii="SMinionPlus" w:hAnsi="SMinionPlus"/>
          <w:b/>
          <w:sz w:val="24"/>
          <w:szCs w:val="24"/>
          <w:lang w:val="en-US"/>
        </w:rPr>
        <w:fldChar w:fldCharType="end"/>
      </w:r>
    </w:p>
    <w:p w:rsidR="00FB1636" w:rsidRPr="00FA0F98" w:rsidRDefault="00FB1636" w:rsidP="00CA715D">
      <w:pPr>
        <w:spacing w:line="200" w:lineRule="exact"/>
        <w:rPr>
          <w:rFonts w:ascii="SMinionPlus" w:hAnsi="SMinionPlus"/>
          <w:lang w:val="en-GB"/>
        </w:rPr>
      </w:pPr>
    </w:p>
    <w:p w:rsidR="00FB1636" w:rsidRPr="00AC4824" w:rsidRDefault="00FB1636" w:rsidP="00484283">
      <w:pPr>
        <w:spacing w:line="200" w:lineRule="exact"/>
        <w:outlineLvl w:val="0"/>
        <w:rPr>
          <w:rFonts w:ascii="SMinionPlus" w:hAnsi="SMinionPlus"/>
          <w:sz w:val="16"/>
          <w:szCs w:val="16"/>
          <w:lang w:val="en-GB"/>
        </w:rPr>
      </w:pPr>
      <w:r w:rsidRPr="005B0257">
        <w:rPr>
          <w:rFonts w:ascii="SMinionPlus" w:hAnsi="SMinionPlus"/>
          <w:b/>
          <w:lang w:val="en-GB"/>
        </w:rPr>
        <w:t>Title of Contributio</w:t>
      </w:r>
      <w:r w:rsidRPr="00AC4824">
        <w:rPr>
          <w:rFonts w:ascii="SMinionPlus" w:hAnsi="SMinionPlus"/>
          <w:b/>
          <w:lang w:val="en-GB"/>
        </w:rPr>
        <w:t>n:</w:t>
      </w:r>
      <w:r>
        <w:rPr>
          <w:rFonts w:ascii="SMinionPlus" w:hAnsi="SMinionPlus"/>
          <w:b/>
          <w:lang w:val="en-GB"/>
        </w:rPr>
        <w:t xml:space="preserve"> </w:t>
      </w:r>
      <w:r w:rsidRPr="007F1705">
        <w:rPr>
          <w:rFonts w:ascii="SMinionPlus" w:hAnsi="SMinionPlus"/>
          <w:b/>
          <w:sz w:val="24"/>
          <w:szCs w:val="24"/>
          <w:lang w:val="en-US"/>
        </w:rPr>
        <w:fldChar w:fldCharType="begin">
          <w:ffData>
            <w:name w:val=""/>
            <w:enabled/>
            <w:calcOnExit w:val="0"/>
            <w:textInput/>
          </w:ffData>
        </w:fldChar>
      </w:r>
      <w:r w:rsidRPr="007F1705">
        <w:rPr>
          <w:rFonts w:ascii="SMinionPlus" w:hAnsi="SMinionPlus"/>
          <w:b/>
          <w:sz w:val="24"/>
          <w:szCs w:val="24"/>
          <w:lang w:val="en-US"/>
        </w:rPr>
        <w:instrText xml:space="preserve"> FORMTEXT </w:instrText>
      </w:r>
      <w:r w:rsidRPr="007F1705">
        <w:rPr>
          <w:rFonts w:ascii="SMinionPlus" w:hAnsi="SMinionPlus"/>
          <w:b/>
          <w:sz w:val="24"/>
          <w:szCs w:val="24"/>
          <w:lang w:val="en-US"/>
        </w:rPr>
      </w:r>
      <w:r w:rsidRPr="007F1705">
        <w:rPr>
          <w:rFonts w:ascii="SMinionPlus" w:hAnsi="SMinionPlus"/>
          <w:b/>
          <w:sz w:val="24"/>
          <w:szCs w:val="24"/>
          <w:lang w:val="en-US"/>
        </w:rPr>
        <w:fldChar w:fldCharType="separate"/>
      </w:r>
      <w:r>
        <w:rPr>
          <w:rFonts w:ascii="SMinionPlus" w:hAnsi="SMinionPlus"/>
          <w:b/>
          <w:noProof/>
          <w:sz w:val="24"/>
          <w:szCs w:val="24"/>
          <w:lang w:val="en-US"/>
        </w:rPr>
        <w:t> </w:t>
      </w:r>
      <w:r>
        <w:rPr>
          <w:rFonts w:ascii="SMinionPlus" w:hAnsi="SMinionPlus"/>
          <w:b/>
          <w:noProof/>
          <w:sz w:val="24"/>
          <w:szCs w:val="24"/>
          <w:lang w:val="en-US"/>
        </w:rPr>
        <w:t> </w:t>
      </w:r>
      <w:r>
        <w:rPr>
          <w:rFonts w:ascii="SMinionPlus" w:hAnsi="SMinionPlus"/>
          <w:b/>
          <w:noProof/>
          <w:sz w:val="24"/>
          <w:szCs w:val="24"/>
          <w:lang w:val="en-US"/>
        </w:rPr>
        <w:t> </w:t>
      </w:r>
      <w:r>
        <w:rPr>
          <w:rFonts w:ascii="SMinionPlus" w:hAnsi="SMinionPlus"/>
          <w:b/>
          <w:noProof/>
          <w:sz w:val="24"/>
          <w:szCs w:val="24"/>
          <w:lang w:val="en-US"/>
        </w:rPr>
        <w:t> </w:t>
      </w:r>
      <w:r>
        <w:rPr>
          <w:rFonts w:ascii="SMinionPlus" w:hAnsi="SMinionPlus"/>
          <w:b/>
          <w:noProof/>
          <w:sz w:val="24"/>
          <w:szCs w:val="24"/>
          <w:lang w:val="en-US"/>
        </w:rPr>
        <w:t> </w:t>
      </w:r>
      <w:r w:rsidRPr="007F1705">
        <w:rPr>
          <w:rFonts w:ascii="SMinionPlus" w:hAnsi="SMinionPlus"/>
          <w:b/>
          <w:sz w:val="24"/>
          <w:szCs w:val="24"/>
          <w:lang w:val="en-US"/>
        </w:rPr>
        <w:fldChar w:fldCharType="end"/>
      </w:r>
    </w:p>
    <w:p w:rsidR="00FB1636" w:rsidRPr="005B0257" w:rsidRDefault="00FB1636" w:rsidP="00CA715D">
      <w:pPr>
        <w:spacing w:line="200" w:lineRule="exact"/>
        <w:rPr>
          <w:rFonts w:ascii="SMinionPlus" w:hAnsi="SMinionPlus"/>
          <w:lang w:val="en-GB"/>
        </w:rPr>
      </w:pPr>
    </w:p>
    <w:p w:rsidR="00FB1636" w:rsidRPr="00AC4824" w:rsidRDefault="00FB1636" w:rsidP="00484283">
      <w:pPr>
        <w:spacing w:line="200" w:lineRule="exact"/>
        <w:outlineLvl w:val="0"/>
        <w:rPr>
          <w:rFonts w:ascii="SMinionPlus" w:hAnsi="SMinionPlus"/>
          <w:sz w:val="16"/>
          <w:szCs w:val="16"/>
          <w:lang w:val="en-GB"/>
        </w:rPr>
      </w:pPr>
      <w:r w:rsidRPr="005B0257">
        <w:rPr>
          <w:rFonts w:ascii="SMinionPlus" w:hAnsi="SMinionPlus"/>
          <w:b/>
          <w:lang w:val="en-GB"/>
        </w:rPr>
        <w:t xml:space="preserve">Author(s) </w:t>
      </w:r>
      <w:r>
        <w:rPr>
          <w:rFonts w:ascii="SMinionPlus" w:hAnsi="SMinionPlus"/>
          <w:b/>
          <w:lang w:val="en-GB"/>
        </w:rPr>
        <w:t xml:space="preserve">full </w:t>
      </w:r>
      <w:r w:rsidRPr="005B0257">
        <w:rPr>
          <w:rFonts w:ascii="SMinionPlus" w:hAnsi="SMinionPlus"/>
          <w:b/>
          <w:lang w:val="en-GB"/>
        </w:rPr>
        <w:t>name(s</w:t>
      </w:r>
      <w:r w:rsidRPr="00AC4824">
        <w:rPr>
          <w:rFonts w:ascii="SMinionPlus" w:hAnsi="SMinionPlus"/>
          <w:b/>
          <w:lang w:val="en-GB"/>
        </w:rPr>
        <w:t>):</w:t>
      </w:r>
      <w:r>
        <w:rPr>
          <w:rFonts w:ascii="SMinionPlus" w:hAnsi="SMinionPlus"/>
          <w:b/>
          <w:lang w:val="en-GB"/>
        </w:rPr>
        <w:t xml:space="preserve"> </w:t>
      </w:r>
      <w:r w:rsidRPr="007F1705">
        <w:rPr>
          <w:rFonts w:ascii="SMinionPlus" w:hAnsi="SMinionPlus"/>
          <w:b/>
          <w:sz w:val="24"/>
          <w:szCs w:val="24"/>
          <w:lang w:val="en-US"/>
        </w:rPr>
        <w:fldChar w:fldCharType="begin">
          <w:ffData>
            <w:name w:val=""/>
            <w:enabled/>
            <w:calcOnExit w:val="0"/>
            <w:textInput/>
          </w:ffData>
        </w:fldChar>
      </w:r>
      <w:r w:rsidRPr="007F1705">
        <w:rPr>
          <w:rFonts w:ascii="SMinionPlus" w:hAnsi="SMinionPlus"/>
          <w:b/>
          <w:sz w:val="24"/>
          <w:szCs w:val="24"/>
          <w:lang w:val="en-US"/>
        </w:rPr>
        <w:instrText xml:space="preserve"> FORMTEXT </w:instrText>
      </w:r>
      <w:r w:rsidRPr="007F1705">
        <w:rPr>
          <w:rFonts w:ascii="SMinionPlus" w:hAnsi="SMinionPlus"/>
          <w:b/>
          <w:sz w:val="24"/>
          <w:szCs w:val="24"/>
          <w:lang w:val="en-US"/>
        </w:rPr>
      </w:r>
      <w:r w:rsidRPr="007F1705">
        <w:rPr>
          <w:rFonts w:ascii="SMinionPlus" w:hAnsi="SMinionPlus"/>
          <w:b/>
          <w:sz w:val="24"/>
          <w:szCs w:val="24"/>
          <w:lang w:val="en-US"/>
        </w:rPr>
        <w:fldChar w:fldCharType="separate"/>
      </w:r>
      <w:r>
        <w:rPr>
          <w:rFonts w:ascii="SMinionPlus" w:hAnsi="SMinionPlus"/>
          <w:b/>
          <w:noProof/>
          <w:sz w:val="24"/>
          <w:szCs w:val="24"/>
          <w:lang w:val="en-US"/>
        </w:rPr>
        <w:t> </w:t>
      </w:r>
      <w:r>
        <w:rPr>
          <w:rFonts w:ascii="SMinionPlus" w:hAnsi="SMinionPlus"/>
          <w:b/>
          <w:noProof/>
          <w:sz w:val="24"/>
          <w:szCs w:val="24"/>
          <w:lang w:val="en-US"/>
        </w:rPr>
        <w:t> </w:t>
      </w:r>
      <w:r>
        <w:rPr>
          <w:rFonts w:ascii="SMinionPlus" w:hAnsi="SMinionPlus"/>
          <w:b/>
          <w:noProof/>
          <w:sz w:val="24"/>
          <w:szCs w:val="24"/>
          <w:lang w:val="en-US"/>
        </w:rPr>
        <w:t> </w:t>
      </w:r>
      <w:r>
        <w:rPr>
          <w:rFonts w:ascii="SMinionPlus" w:hAnsi="SMinionPlus"/>
          <w:b/>
          <w:noProof/>
          <w:sz w:val="24"/>
          <w:szCs w:val="24"/>
          <w:lang w:val="en-US"/>
        </w:rPr>
        <w:t> </w:t>
      </w:r>
      <w:r>
        <w:rPr>
          <w:rFonts w:ascii="SMinionPlus" w:hAnsi="SMinionPlus"/>
          <w:b/>
          <w:noProof/>
          <w:sz w:val="24"/>
          <w:szCs w:val="24"/>
          <w:lang w:val="en-US"/>
        </w:rPr>
        <w:t> </w:t>
      </w:r>
      <w:r w:rsidRPr="007F1705">
        <w:rPr>
          <w:rFonts w:ascii="SMinionPlus" w:hAnsi="SMinionPlus"/>
          <w:b/>
          <w:sz w:val="24"/>
          <w:szCs w:val="24"/>
          <w:lang w:val="en-US"/>
        </w:rPr>
        <w:fldChar w:fldCharType="end"/>
      </w:r>
    </w:p>
    <w:p w:rsidR="00FB1636" w:rsidRPr="005B0257" w:rsidRDefault="00FB1636" w:rsidP="00CA715D">
      <w:pPr>
        <w:spacing w:line="200" w:lineRule="exact"/>
        <w:rPr>
          <w:rFonts w:ascii="SMinionPlus" w:hAnsi="SMinionPlus"/>
          <w:lang w:val="en-GB"/>
        </w:rPr>
      </w:pPr>
    </w:p>
    <w:p w:rsidR="00FB1636" w:rsidRPr="007F1705" w:rsidRDefault="00FB1636" w:rsidP="00484283">
      <w:pPr>
        <w:spacing w:line="200" w:lineRule="exact"/>
        <w:outlineLvl w:val="0"/>
        <w:rPr>
          <w:rFonts w:ascii="SMinionPlus" w:hAnsi="SMinionPlus"/>
          <w:b/>
          <w:lang w:val="en-US"/>
        </w:rPr>
      </w:pPr>
      <w:r w:rsidRPr="005B0257">
        <w:rPr>
          <w:rFonts w:ascii="SMinionPlus" w:hAnsi="SMinionPlus"/>
          <w:b/>
          <w:lang w:val="en-GB"/>
        </w:rPr>
        <w:t xml:space="preserve">Corresponding </w:t>
      </w:r>
      <w:r>
        <w:rPr>
          <w:rFonts w:ascii="SMinionPlus" w:hAnsi="SMinionPlus"/>
          <w:b/>
          <w:lang w:val="en-GB"/>
        </w:rPr>
        <w:t>A</w:t>
      </w:r>
      <w:r w:rsidRPr="005B0257">
        <w:rPr>
          <w:rFonts w:ascii="SMinionPlus" w:hAnsi="SMinionPlus"/>
          <w:b/>
          <w:lang w:val="en-GB"/>
        </w:rPr>
        <w:t xml:space="preserve">uthor’s </w:t>
      </w:r>
      <w:r>
        <w:rPr>
          <w:rFonts w:ascii="SMinionPlus" w:hAnsi="SMinionPlus"/>
          <w:b/>
          <w:lang w:val="en-US"/>
        </w:rPr>
        <w:t xml:space="preserve">name, address, affiliation and e-mail: </w:t>
      </w:r>
      <w:r w:rsidRPr="007F1705">
        <w:rPr>
          <w:rFonts w:ascii="SMinionPlus" w:hAnsi="SMinionPlus"/>
          <w:b/>
          <w:sz w:val="24"/>
          <w:szCs w:val="24"/>
          <w:lang w:val="en-US"/>
        </w:rPr>
        <w:fldChar w:fldCharType="begin">
          <w:ffData>
            <w:name w:val="Text16"/>
            <w:enabled/>
            <w:calcOnExit w:val="0"/>
            <w:textInput/>
          </w:ffData>
        </w:fldChar>
      </w:r>
      <w:r w:rsidRPr="007F1705">
        <w:rPr>
          <w:rFonts w:ascii="SMinionPlus" w:hAnsi="SMinionPlus"/>
          <w:b/>
          <w:sz w:val="24"/>
          <w:szCs w:val="24"/>
          <w:lang w:val="en-US"/>
        </w:rPr>
        <w:instrText xml:space="preserve"> FORMTEXT </w:instrText>
      </w:r>
      <w:r w:rsidRPr="007F1705">
        <w:rPr>
          <w:rFonts w:ascii="SMinionPlus" w:hAnsi="SMinionPlus"/>
          <w:b/>
          <w:sz w:val="24"/>
          <w:szCs w:val="24"/>
          <w:lang w:val="en-US"/>
        </w:rPr>
      </w:r>
      <w:r w:rsidRPr="007F1705">
        <w:rPr>
          <w:rFonts w:ascii="SMinionPlus" w:hAnsi="SMinionPlus"/>
          <w:b/>
          <w:sz w:val="24"/>
          <w:szCs w:val="24"/>
          <w:lang w:val="en-US"/>
        </w:rPr>
        <w:fldChar w:fldCharType="separate"/>
      </w:r>
      <w:r>
        <w:rPr>
          <w:rFonts w:ascii="SMinionPlus" w:hAnsi="SMinionPlus"/>
          <w:b/>
          <w:noProof/>
          <w:sz w:val="24"/>
          <w:szCs w:val="24"/>
          <w:lang w:val="en-US"/>
        </w:rPr>
        <w:t> </w:t>
      </w:r>
      <w:r>
        <w:rPr>
          <w:rFonts w:ascii="SMinionPlus" w:hAnsi="SMinionPlus"/>
          <w:b/>
          <w:noProof/>
          <w:sz w:val="24"/>
          <w:szCs w:val="24"/>
          <w:lang w:val="en-US"/>
        </w:rPr>
        <w:t> </w:t>
      </w:r>
      <w:r>
        <w:rPr>
          <w:rFonts w:ascii="SMinionPlus" w:hAnsi="SMinionPlus"/>
          <w:b/>
          <w:noProof/>
          <w:sz w:val="24"/>
          <w:szCs w:val="24"/>
          <w:lang w:val="en-US"/>
        </w:rPr>
        <w:t> </w:t>
      </w:r>
      <w:r>
        <w:rPr>
          <w:rFonts w:ascii="SMinionPlus" w:hAnsi="SMinionPlus"/>
          <w:b/>
          <w:noProof/>
          <w:sz w:val="24"/>
          <w:szCs w:val="24"/>
          <w:lang w:val="en-US"/>
        </w:rPr>
        <w:t> </w:t>
      </w:r>
      <w:r>
        <w:rPr>
          <w:rFonts w:ascii="SMinionPlus" w:hAnsi="SMinionPlus"/>
          <w:b/>
          <w:noProof/>
          <w:sz w:val="24"/>
          <w:szCs w:val="24"/>
          <w:lang w:val="en-US"/>
        </w:rPr>
        <w:t> </w:t>
      </w:r>
      <w:r w:rsidRPr="007F1705">
        <w:rPr>
          <w:rFonts w:ascii="SMinionPlus" w:hAnsi="SMinionPlus"/>
          <w:b/>
          <w:sz w:val="24"/>
          <w:szCs w:val="24"/>
          <w:lang w:val="en-US"/>
        </w:rPr>
        <w:fldChar w:fldCharType="end"/>
      </w:r>
    </w:p>
    <w:p w:rsidR="00FB1636" w:rsidRPr="00F037D5" w:rsidRDefault="00FB1636" w:rsidP="00AC4824">
      <w:pPr>
        <w:spacing w:line="200" w:lineRule="exact"/>
        <w:rPr>
          <w:rFonts w:ascii="SMinionPlus" w:hAnsi="SMinionPlus"/>
          <w:b/>
          <w:sz w:val="18"/>
          <w:szCs w:val="18"/>
          <w:lang w:val="en-US"/>
        </w:rPr>
      </w:pPr>
    </w:p>
    <w:p w:rsidR="00FB1636" w:rsidRPr="00F037D5" w:rsidRDefault="00FB1636" w:rsidP="00AC4824">
      <w:pPr>
        <w:spacing w:line="200" w:lineRule="exact"/>
        <w:rPr>
          <w:rFonts w:ascii="SMinionPlus" w:hAnsi="SMinionPlus"/>
          <w:sz w:val="18"/>
          <w:szCs w:val="18"/>
          <w:lang w:val="en-GB"/>
        </w:rPr>
      </w:pPr>
    </w:p>
    <w:p w:rsidR="00FB1636" w:rsidRPr="00F037D5" w:rsidRDefault="00FB1636" w:rsidP="005B0257">
      <w:pPr>
        <w:spacing w:line="240" w:lineRule="exact"/>
        <w:rPr>
          <w:rFonts w:ascii="SMinionPlus" w:hAnsi="SMinionPlus"/>
          <w:b/>
          <w:bCs/>
          <w:lang w:val="en-US"/>
        </w:rPr>
      </w:pPr>
      <w:r w:rsidRPr="00F037D5">
        <w:rPr>
          <w:rFonts w:ascii="SMinionPlus" w:hAnsi="SMinionPlus"/>
          <w:b/>
          <w:bCs/>
          <w:lang w:val="en-US"/>
        </w:rPr>
        <w:t>§ 1 Rights Granted</w:t>
      </w:r>
    </w:p>
    <w:p w:rsidR="00FB1636" w:rsidRPr="00F037D5" w:rsidRDefault="00FB1636" w:rsidP="005B0257">
      <w:pPr>
        <w:spacing w:line="240" w:lineRule="exact"/>
        <w:rPr>
          <w:rFonts w:ascii="SMinionPlus" w:hAnsi="SMinionPlus"/>
          <w:sz w:val="18"/>
          <w:szCs w:val="18"/>
          <w:lang w:val="en-GB"/>
        </w:rPr>
      </w:pPr>
      <w:r w:rsidRPr="00F037D5">
        <w:rPr>
          <w:rFonts w:ascii="SMinionPlus" w:hAnsi="SMinionPlus"/>
          <w:sz w:val="18"/>
          <w:szCs w:val="18"/>
          <w:lang w:val="en-GB"/>
        </w:rPr>
        <w:t xml:space="preserve">The copyright to the Contribution identified above is transferred to </w:t>
      </w:r>
      <w:r w:rsidRPr="00F037D5">
        <w:rPr>
          <w:rFonts w:ascii="SMinionPlus" w:hAnsi="SMinionPlus"/>
          <w:sz w:val="18"/>
          <w:szCs w:val="18"/>
          <w:lang w:val="en-US"/>
        </w:rPr>
        <w:t xml:space="preserve">Springer Science + Business Media B.V., </w:t>
      </w:r>
      <w:smartTag w:uri="urn:schemas-microsoft-com:office:smarttags" w:element="City">
        <w:smartTag w:uri="urn:schemas-microsoft-com:office:smarttags" w:element="place">
          <w:r w:rsidRPr="00F037D5">
            <w:rPr>
              <w:rFonts w:ascii="SMinionPlus" w:hAnsi="SMinionPlus"/>
              <w:sz w:val="18"/>
              <w:szCs w:val="18"/>
              <w:lang w:val="en-US"/>
            </w:rPr>
            <w:t>Dordrecht</w:t>
          </w:r>
        </w:smartTag>
      </w:smartTag>
      <w:r w:rsidRPr="00F037D5">
        <w:rPr>
          <w:rFonts w:ascii="SMinionPlus" w:hAnsi="SMinionPlus"/>
          <w:sz w:val="18"/>
          <w:szCs w:val="18"/>
          <w:lang w:val="en-US"/>
        </w:rPr>
        <w:t xml:space="preserve"> (hereinafter called Springer)</w:t>
      </w:r>
      <w:r w:rsidRPr="00F037D5">
        <w:rPr>
          <w:rFonts w:ascii="SMinionPlus" w:hAnsi="SMinionPlus"/>
          <w:sz w:val="18"/>
          <w:szCs w:val="18"/>
          <w:lang w:val="en-GB"/>
        </w:rPr>
        <w:t>. The copyright transfer covers the sole right to print, publish, distribute and sell throughout the world the said Contribution and parts thereof, including all revisions or versions and future editions thereof and in any medium, such as in its electronic form (offline, online), as well as to translate, print, publish, distribute and sell the Contribution in any foreign languages and throughout the world.</w:t>
      </w:r>
    </w:p>
    <w:p w:rsidR="00FB1636" w:rsidRPr="00F037D5" w:rsidRDefault="00FB1636" w:rsidP="005B0257">
      <w:pPr>
        <w:spacing w:line="240" w:lineRule="exact"/>
        <w:rPr>
          <w:rFonts w:ascii="SMinionPlus" w:hAnsi="SMinionPlus"/>
          <w:sz w:val="18"/>
          <w:szCs w:val="18"/>
          <w:lang w:val="en-GB"/>
        </w:rPr>
      </w:pPr>
      <w:r w:rsidRPr="00F037D5">
        <w:rPr>
          <w:rFonts w:ascii="SMinionPlus" w:hAnsi="SMinionPlus"/>
          <w:sz w:val="18"/>
          <w:szCs w:val="18"/>
          <w:lang w:val="en-GB"/>
        </w:rPr>
        <w:t>Springer will take, either in its own name or in that of the Author, any necessary steps to protect these rights against infringement by third parties. It will have the copyright notice inserted into all editions of the Work according to the provisions of the Universal Copyright Convention (UCC) and dutifully take care of all formalities in this connection, either in its own name or in that of the Author.</w:t>
      </w:r>
    </w:p>
    <w:p w:rsidR="00FB1636" w:rsidRPr="00F037D5" w:rsidRDefault="00FB1636" w:rsidP="005B0257">
      <w:pPr>
        <w:spacing w:line="240" w:lineRule="exact"/>
        <w:rPr>
          <w:rFonts w:ascii="SMinionPlus" w:hAnsi="SMinionPlus"/>
          <w:sz w:val="18"/>
          <w:szCs w:val="18"/>
          <w:lang w:val="en-US"/>
        </w:rPr>
      </w:pPr>
      <w:r w:rsidRPr="00F037D5">
        <w:rPr>
          <w:rFonts w:ascii="SMinionPlus" w:hAnsi="SMinionPlus"/>
          <w:sz w:val="18"/>
          <w:szCs w:val="18"/>
          <w:lang w:val="en-US"/>
        </w:rPr>
        <w:t xml:space="preserve">If the Author is an employee of the U.S. Government and performed this work as part of his employment, the Contribution is not subject to </w:t>
      </w:r>
      <w:smartTag w:uri="urn:schemas-microsoft-com:office:smarttags" w:element="country-region">
        <w:smartTag w:uri="urn:schemas-microsoft-com:office:smarttags" w:element="place">
          <w:r w:rsidRPr="00F037D5">
            <w:rPr>
              <w:rFonts w:ascii="SMinionPlus" w:hAnsi="SMinionPlus"/>
              <w:sz w:val="18"/>
              <w:szCs w:val="18"/>
              <w:lang w:val="en-US"/>
            </w:rPr>
            <w:t>U.S.</w:t>
          </w:r>
        </w:smartTag>
      </w:smartTag>
      <w:r w:rsidRPr="00F037D5">
        <w:rPr>
          <w:rFonts w:ascii="SMinionPlus" w:hAnsi="SMinionPlus"/>
          <w:sz w:val="18"/>
          <w:szCs w:val="18"/>
          <w:lang w:val="en-US"/>
        </w:rPr>
        <w:t xml:space="preserve"> copyright protection. The Author transfers the publishing rights to Springer to the extent transferable.</w:t>
      </w:r>
    </w:p>
    <w:p w:rsidR="00FB1636" w:rsidRPr="00F037D5" w:rsidRDefault="00FB1636" w:rsidP="00A47CDF">
      <w:pPr>
        <w:spacing w:line="240" w:lineRule="exact"/>
        <w:rPr>
          <w:rFonts w:ascii="SMinionPlus" w:hAnsi="SMinionPlus"/>
          <w:sz w:val="18"/>
          <w:szCs w:val="18"/>
          <w:lang w:val="en-US"/>
        </w:rPr>
      </w:pPr>
      <w:r w:rsidRPr="00F037D5">
        <w:rPr>
          <w:rFonts w:ascii="SMinionPlus" w:hAnsi="SMinionPlus"/>
          <w:sz w:val="18"/>
          <w:szCs w:val="18"/>
          <w:lang w:val="en-US"/>
        </w:rPr>
        <w:t>The Author retains the right to republish the Contribution in any collection consisting solely of the Author’s own works without charge and subject only to notifying Springer in writing prior to such publication of the intent to do so and to ensuring that the publication by Springer is properly credited and that the relevant copyright notice is repeated verbatim.</w:t>
      </w:r>
    </w:p>
    <w:p w:rsidR="00FB1636" w:rsidRPr="00F037D5" w:rsidRDefault="00FB1636" w:rsidP="00A47CDF">
      <w:pPr>
        <w:spacing w:line="240" w:lineRule="exact"/>
        <w:rPr>
          <w:rFonts w:ascii="SMinionPlus" w:hAnsi="SMinionPlus"/>
          <w:sz w:val="18"/>
          <w:szCs w:val="18"/>
          <w:lang w:val="en-US"/>
        </w:rPr>
      </w:pPr>
      <w:r w:rsidRPr="00F037D5">
        <w:rPr>
          <w:rFonts w:ascii="SMinionPlus" w:hAnsi="SMinionPlus"/>
          <w:sz w:val="18"/>
          <w:szCs w:val="18"/>
          <w:lang w:val="en-US"/>
        </w:rPr>
        <w:t xml:space="preserve">The Author may self-archive an author-created version of his Contribution on his own website and his institution's repository, including his final version; however he may not use the publisher's PDF version which is posted on </w:t>
      </w:r>
      <w:hyperlink r:id="rId9" w:history="1">
        <w:r w:rsidRPr="00F037D5">
          <w:rPr>
            <w:rStyle w:val="Hyperlink"/>
            <w:rFonts w:ascii="SMinionPlus" w:hAnsi="SMinionPlus"/>
            <w:sz w:val="18"/>
            <w:szCs w:val="18"/>
            <w:lang w:val="en-US"/>
          </w:rPr>
          <w:t>www.springerlink.com</w:t>
        </w:r>
      </w:hyperlink>
      <w:r w:rsidRPr="00F037D5">
        <w:rPr>
          <w:rFonts w:ascii="SMinionPlus" w:hAnsi="SMinionPlus"/>
          <w:sz w:val="18"/>
          <w:szCs w:val="18"/>
          <w:lang w:val="en-US"/>
        </w:rPr>
        <w:t xml:space="preserve">. Furthermore, the author may only post his version provided acknowledgement is given to the original source of publication and a link is inserted to the published article on Springer's website. The link must be accompanied by the following text: "The original publication is available at </w:t>
      </w:r>
      <w:hyperlink r:id="rId10" w:history="1">
        <w:r w:rsidRPr="00F037D5">
          <w:rPr>
            <w:rStyle w:val="Hyperlink"/>
            <w:rFonts w:ascii="SMinionPlus" w:hAnsi="SMinionPlus"/>
            <w:sz w:val="18"/>
            <w:szCs w:val="18"/>
            <w:lang w:val="en-US"/>
          </w:rPr>
          <w:t>www.springerlink.com</w:t>
        </w:r>
      </w:hyperlink>
      <w:r w:rsidRPr="00F037D5">
        <w:rPr>
          <w:rFonts w:ascii="SMinionPlus" w:hAnsi="SMinionPlus"/>
          <w:sz w:val="18"/>
          <w:szCs w:val="18"/>
          <w:lang w:val="en-US"/>
        </w:rPr>
        <w:t>".</w:t>
      </w:r>
    </w:p>
    <w:p w:rsidR="00FB1636" w:rsidRPr="00F037D5" w:rsidRDefault="00FB1636" w:rsidP="00A83741">
      <w:pPr>
        <w:spacing w:line="240" w:lineRule="exact"/>
        <w:rPr>
          <w:rFonts w:ascii="SMinionPlus" w:hAnsi="SMinionPlus"/>
          <w:sz w:val="18"/>
          <w:szCs w:val="18"/>
          <w:lang w:val="en-US"/>
        </w:rPr>
      </w:pPr>
      <w:r w:rsidRPr="00F037D5">
        <w:rPr>
          <w:rFonts w:ascii="SMinionPlus" w:hAnsi="SMinionPlus"/>
          <w:sz w:val="18"/>
          <w:szCs w:val="18"/>
          <w:lang w:val="en-US"/>
        </w:rPr>
        <w:t>The Author warrants that the Contribution is original except for such excerpts from copyrighted works (including illustrations, tables, and text quotations) as may be included with the permission of the copyright holder thereof, in which case(s) the Author is required to obtain written permission and to indicate the precise source. Springer has the right to permit others to use individual illustrations within the usual limits. The Author warrants that the Contribution has not heretofore been published in whole or in part, that it contains no libelous statements and does not infringe on any copyright, trademark, patent, statutory rights or proprietary rights of others; and that he will indemnify Springer against any cost, expenses or damages for which Springer may become liable as a result of any breach of this warranty.</w:t>
      </w:r>
    </w:p>
    <w:p w:rsidR="00FB1636" w:rsidRPr="00F037D5" w:rsidRDefault="00FB1636" w:rsidP="00F037D5">
      <w:pPr>
        <w:rPr>
          <w:rFonts w:ascii="SMinionPlus" w:hAnsi="SMinionPlus"/>
          <w:sz w:val="8"/>
          <w:szCs w:val="8"/>
          <w:lang w:val="en-US"/>
        </w:rPr>
      </w:pPr>
    </w:p>
    <w:p w:rsidR="00FB1636" w:rsidRPr="00F037D5" w:rsidRDefault="00FB1636" w:rsidP="005B0257">
      <w:pPr>
        <w:spacing w:line="240" w:lineRule="exact"/>
        <w:rPr>
          <w:rFonts w:ascii="SMinionPlus" w:hAnsi="SMinionPlus"/>
          <w:b/>
          <w:bCs/>
          <w:lang w:val="en-US"/>
        </w:rPr>
      </w:pPr>
      <w:r w:rsidRPr="00F037D5">
        <w:rPr>
          <w:rFonts w:ascii="SMinionPlus" w:hAnsi="SMinionPlus"/>
          <w:b/>
          <w:bCs/>
          <w:lang w:val="en-US"/>
        </w:rPr>
        <w:t>§ 2 Delivery of the Contribution and Publication</w:t>
      </w:r>
    </w:p>
    <w:p w:rsidR="00FB1636" w:rsidRPr="00F037D5" w:rsidRDefault="00FB1636" w:rsidP="005B0257">
      <w:pPr>
        <w:spacing w:line="240" w:lineRule="exact"/>
        <w:rPr>
          <w:rFonts w:ascii="SMinionPlus" w:hAnsi="SMinionPlus"/>
          <w:b/>
          <w:bCs/>
          <w:sz w:val="18"/>
          <w:szCs w:val="18"/>
          <w:lang w:val="en-US"/>
        </w:rPr>
      </w:pPr>
      <w:r w:rsidRPr="00F037D5">
        <w:rPr>
          <w:rFonts w:ascii="SMinionPlus" w:hAnsi="SMinionPlus"/>
          <w:sz w:val="18"/>
          <w:szCs w:val="18"/>
          <w:lang w:val="en-US"/>
        </w:rPr>
        <w:t xml:space="preserve">The Author agrees to deliver to the responsible Editor(s) on a date to be agreed upon </w:t>
      </w:r>
      <w:r w:rsidRPr="00F037D5">
        <w:rPr>
          <w:rFonts w:ascii="SMinionPlus" w:hAnsi="SMinionPlus"/>
          <w:sz w:val="18"/>
          <w:szCs w:val="18"/>
          <w:lang w:val="en-GB"/>
        </w:rPr>
        <w:t xml:space="preserve">the manuscript created according to the Instructions for Authors. </w:t>
      </w:r>
      <w:r w:rsidRPr="00F037D5">
        <w:rPr>
          <w:rFonts w:ascii="SMinionPlus" w:hAnsi="SMinionPlus"/>
          <w:sz w:val="18"/>
          <w:szCs w:val="18"/>
          <w:lang w:val="en-US"/>
        </w:rPr>
        <w:fldChar w:fldCharType="begin">
          <w:ffData>
            <w:name w:val="Text16"/>
            <w:enabled/>
            <w:calcOnExit w:val="0"/>
            <w:textInput/>
          </w:ffData>
        </w:fldChar>
      </w:r>
      <w:r w:rsidRPr="00F037D5">
        <w:rPr>
          <w:rFonts w:ascii="SMinionPlus" w:hAnsi="SMinionPlus"/>
          <w:sz w:val="18"/>
          <w:szCs w:val="18"/>
          <w:lang w:val="en-US"/>
        </w:rPr>
        <w:instrText xml:space="preserve"> FORMTEXT </w:instrText>
      </w:r>
      <w:r w:rsidRPr="00F037D5">
        <w:rPr>
          <w:rFonts w:ascii="SMinionPlus" w:hAnsi="SMinionPlus"/>
          <w:sz w:val="18"/>
          <w:szCs w:val="18"/>
          <w:lang w:val="en-US"/>
        </w:rPr>
      </w:r>
      <w:r w:rsidRPr="00F037D5">
        <w:rPr>
          <w:rFonts w:ascii="SMinionPlus" w:hAnsi="SMinionPlus"/>
          <w:sz w:val="18"/>
          <w:szCs w:val="18"/>
          <w:lang w:val="en-US"/>
        </w:rPr>
        <w:fldChar w:fldCharType="separate"/>
      </w:r>
      <w:r>
        <w:rPr>
          <w:rFonts w:ascii="SMinionPlus" w:hAnsi="SMinionPlus"/>
          <w:sz w:val="18"/>
          <w:szCs w:val="18"/>
          <w:lang w:val="en-US"/>
        </w:rPr>
        <w:t> </w:t>
      </w:r>
      <w:r>
        <w:rPr>
          <w:rFonts w:ascii="SMinionPlus" w:hAnsi="SMinionPlus"/>
          <w:sz w:val="18"/>
          <w:szCs w:val="18"/>
          <w:lang w:val="en-US"/>
        </w:rPr>
        <w:t> </w:t>
      </w:r>
      <w:r>
        <w:rPr>
          <w:rFonts w:ascii="SMinionPlus" w:hAnsi="SMinionPlus"/>
          <w:sz w:val="18"/>
          <w:szCs w:val="18"/>
          <w:lang w:val="en-US"/>
        </w:rPr>
        <w:t> </w:t>
      </w:r>
      <w:r>
        <w:rPr>
          <w:rFonts w:ascii="SMinionPlus" w:hAnsi="SMinionPlus"/>
          <w:sz w:val="18"/>
          <w:szCs w:val="18"/>
          <w:lang w:val="en-US"/>
        </w:rPr>
        <w:t> </w:t>
      </w:r>
      <w:r>
        <w:rPr>
          <w:rFonts w:ascii="SMinionPlus" w:hAnsi="SMinionPlus"/>
          <w:sz w:val="18"/>
          <w:szCs w:val="18"/>
          <w:lang w:val="en-US"/>
        </w:rPr>
        <w:t> </w:t>
      </w:r>
      <w:r w:rsidRPr="00F037D5">
        <w:rPr>
          <w:rFonts w:ascii="SMinionPlus" w:hAnsi="SMinionPlus"/>
          <w:sz w:val="18"/>
          <w:szCs w:val="18"/>
          <w:lang w:val="en-US"/>
        </w:rPr>
        <w:fldChar w:fldCharType="end"/>
      </w:r>
    </w:p>
    <w:p w:rsidR="00FB1636" w:rsidRPr="00F037D5" w:rsidRDefault="00FB1636" w:rsidP="005B0257">
      <w:pPr>
        <w:spacing w:line="240" w:lineRule="exact"/>
        <w:rPr>
          <w:rFonts w:ascii="SMinionPlus" w:hAnsi="SMinionPlus"/>
          <w:sz w:val="18"/>
          <w:szCs w:val="18"/>
          <w:lang w:val="en-GB"/>
        </w:rPr>
      </w:pPr>
      <w:r w:rsidRPr="00F037D5">
        <w:rPr>
          <w:rFonts w:ascii="SMinionPlus" w:hAnsi="SMinionPlus"/>
          <w:sz w:val="18"/>
          <w:szCs w:val="18"/>
          <w:lang w:val="en-GB"/>
        </w:rPr>
        <w:t>Springer agrees to publish the said Contribution at its own cost and expense.</w:t>
      </w:r>
    </w:p>
    <w:p w:rsidR="00FB1636" w:rsidRPr="00F037D5" w:rsidRDefault="00FB1636" w:rsidP="00F037D5">
      <w:pPr>
        <w:rPr>
          <w:rFonts w:ascii="SMinionPlus" w:hAnsi="SMinionPlus"/>
          <w:sz w:val="8"/>
          <w:szCs w:val="8"/>
          <w:lang w:val="en-US"/>
        </w:rPr>
      </w:pPr>
    </w:p>
    <w:p w:rsidR="00FB1636" w:rsidRPr="00F037D5" w:rsidRDefault="00FB1636" w:rsidP="005B0257">
      <w:pPr>
        <w:spacing w:line="240" w:lineRule="exact"/>
        <w:rPr>
          <w:rFonts w:ascii="SMinionPlus" w:hAnsi="SMinionPlus"/>
          <w:b/>
          <w:bCs/>
          <w:lang w:val="en-GB"/>
        </w:rPr>
      </w:pPr>
      <w:r w:rsidRPr="00F037D5">
        <w:rPr>
          <w:rFonts w:ascii="SMinionPlus" w:hAnsi="SMinionPlus"/>
          <w:b/>
          <w:bCs/>
          <w:lang w:val="en-US"/>
        </w:rPr>
        <w:t>§ 3 Author’s Discount</w:t>
      </w:r>
    </w:p>
    <w:p w:rsidR="00FB1636" w:rsidRPr="00F037D5" w:rsidRDefault="00FB1636" w:rsidP="00FA0F98">
      <w:pPr>
        <w:spacing w:line="240" w:lineRule="exact"/>
        <w:ind w:hanging="1"/>
        <w:rPr>
          <w:rFonts w:ascii="SMinionPlus" w:hAnsi="SMinionPlus"/>
          <w:sz w:val="18"/>
          <w:szCs w:val="18"/>
          <w:lang w:val="en-US"/>
        </w:rPr>
      </w:pPr>
      <w:r w:rsidRPr="00F037D5">
        <w:rPr>
          <w:rFonts w:ascii="SMinionPlus" w:hAnsi="SMinionPlus"/>
          <w:sz w:val="18"/>
          <w:szCs w:val="18"/>
          <w:lang w:val="en-US"/>
        </w:rPr>
        <w:t>The Author is entitled to purchase for personal use (directly from Springer) books published by Springer at a discount of 33 1/3% off the list price. Resale of such books is not permitted.</w:t>
      </w:r>
    </w:p>
    <w:p w:rsidR="00FB1636" w:rsidRPr="00F037D5" w:rsidRDefault="00FB1636" w:rsidP="00F037D5">
      <w:pPr>
        <w:rPr>
          <w:rFonts w:ascii="SMinionPlus" w:hAnsi="SMinionPlus"/>
          <w:sz w:val="8"/>
          <w:szCs w:val="8"/>
          <w:lang w:val="en-US"/>
        </w:rPr>
      </w:pPr>
    </w:p>
    <w:p w:rsidR="00FB1636" w:rsidRPr="00F037D5" w:rsidRDefault="00FB1636" w:rsidP="005B0257">
      <w:pPr>
        <w:spacing w:line="240" w:lineRule="exact"/>
        <w:rPr>
          <w:rFonts w:ascii="SMinionPlus" w:hAnsi="SMinionPlus"/>
          <w:b/>
          <w:bCs/>
          <w:lang w:val="en-US"/>
        </w:rPr>
      </w:pPr>
      <w:r w:rsidRPr="00F037D5">
        <w:rPr>
          <w:rFonts w:ascii="SMinionPlus" w:hAnsi="SMinionPlus"/>
          <w:b/>
          <w:bCs/>
          <w:lang w:val="en-US"/>
        </w:rPr>
        <w:t>§ 4 Entire Agreement</w:t>
      </w:r>
    </w:p>
    <w:p w:rsidR="00FB1636" w:rsidRPr="00F037D5" w:rsidRDefault="00FB1636" w:rsidP="005B0257">
      <w:pPr>
        <w:pStyle w:val="BodyText"/>
        <w:spacing w:line="240" w:lineRule="exact"/>
        <w:jc w:val="left"/>
        <w:rPr>
          <w:sz w:val="18"/>
          <w:szCs w:val="18"/>
        </w:rPr>
      </w:pPr>
      <w:r w:rsidRPr="00F037D5">
        <w:rPr>
          <w:sz w:val="18"/>
          <w:szCs w:val="18"/>
        </w:rPr>
        <w:t xml:space="preserve">This agreement shall be deemed to be made under and shall be interpreted in accordance with the laws of the </w:t>
      </w:r>
      <w:smartTag w:uri="urn:schemas-microsoft-com:office:smarttags" w:element="country-region">
        <w:smartTag w:uri="urn:schemas-microsoft-com:office:smarttags" w:element="place">
          <w:r w:rsidRPr="00F037D5">
            <w:rPr>
              <w:sz w:val="18"/>
              <w:szCs w:val="18"/>
            </w:rPr>
            <w:t>Netherlands</w:t>
          </w:r>
        </w:smartTag>
      </w:smartTag>
      <w:r w:rsidRPr="00F037D5">
        <w:rPr>
          <w:sz w:val="18"/>
          <w:szCs w:val="18"/>
        </w:rPr>
        <w:t>.</w:t>
      </w:r>
    </w:p>
    <w:p w:rsidR="00FB1636" w:rsidRPr="00F037D5" w:rsidRDefault="00FB1636" w:rsidP="007F1705">
      <w:pPr>
        <w:spacing w:line="240" w:lineRule="exact"/>
        <w:rPr>
          <w:rFonts w:ascii="SMinionPlus" w:hAnsi="SMinionPlus"/>
          <w:sz w:val="18"/>
          <w:szCs w:val="18"/>
          <w:lang w:val="en-US"/>
        </w:rPr>
      </w:pPr>
    </w:p>
    <w:p w:rsidR="00FB1636" w:rsidRPr="00F037D5" w:rsidRDefault="00FB1636" w:rsidP="007F1705">
      <w:pPr>
        <w:spacing w:line="240" w:lineRule="exact"/>
        <w:rPr>
          <w:rFonts w:ascii="SMinionPlus" w:hAnsi="SMinionPlus"/>
          <w:sz w:val="18"/>
          <w:szCs w:val="18"/>
          <w:lang w:val="en-US"/>
        </w:rPr>
      </w:pPr>
      <w:r w:rsidRPr="00F037D5">
        <w:rPr>
          <w:rFonts w:ascii="SMinionPlus" w:hAnsi="SMinionPlus"/>
          <w:sz w:val="18"/>
          <w:szCs w:val="18"/>
          <w:lang w:val="en-US"/>
        </w:rPr>
        <w:t>The Corresponding Author signs for and accepts responsibility for releasing this material on behalf of any and all Co-Authors.</w:t>
      </w:r>
    </w:p>
    <w:p w:rsidR="00FB1636" w:rsidRPr="00F037D5" w:rsidRDefault="00FB1636" w:rsidP="007F1705">
      <w:pPr>
        <w:spacing w:line="240" w:lineRule="exact"/>
        <w:rPr>
          <w:rFonts w:ascii="SMinionPlus" w:hAnsi="SMinionPlus"/>
          <w:sz w:val="18"/>
          <w:szCs w:val="18"/>
          <w:lang w:val="en-US"/>
        </w:rPr>
      </w:pPr>
    </w:p>
    <w:p w:rsidR="00FB1636" w:rsidRPr="00F037D5" w:rsidRDefault="00FB1636" w:rsidP="00484283">
      <w:pPr>
        <w:widowControl w:val="0"/>
        <w:tabs>
          <w:tab w:val="left" w:pos="5103"/>
        </w:tabs>
        <w:spacing w:line="240" w:lineRule="exact"/>
        <w:outlineLvl w:val="0"/>
        <w:rPr>
          <w:rFonts w:ascii="SMinionPlus" w:hAnsi="SMinionPlus"/>
          <w:b/>
          <w:lang w:val="en-GB"/>
        </w:rPr>
      </w:pPr>
      <w:r w:rsidRPr="00F037D5">
        <w:rPr>
          <w:rFonts w:ascii="SMinionPlus" w:hAnsi="SMinionPlus"/>
          <w:b/>
          <w:lang w:val="en-GB"/>
        </w:rPr>
        <w:t>Signature of Corresponding Author:</w:t>
      </w:r>
      <w:r w:rsidRPr="00F037D5">
        <w:rPr>
          <w:rFonts w:ascii="SMinionPlus" w:hAnsi="SMinionPlus"/>
          <w:b/>
          <w:lang w:val="en-GB"/>
        </w:rPr>
        <w:tab/>
      </w:r>
      <w:r w:rsidRPr="00F037D5">
        <w:rPr>
          <w:rFonts w:ascii="SMinionPlus" w:hAnsi="SMinionPlus"/>
          <w:b/>
          <w:lang w:val="en-GB"/>
        </w:rPr>
        <w:tab/>
      </w:r>
      <w:r w:rsidRPr="00F037D5">
        <w:rPr>
          <w:rFonts w:ascii="SMinionPlus" w:hAnsi="SMinionPlus"/>
          <w:b/>
          <w:lang w:val="en-GB"/>
        </w:rPr>
        <w:tab/>
      </w:r>
      <w:r w:rsidRPr="00F037D5">
        <w:rPr>
          <w:rFonts w:ascii="SMinionPlus" w:hAnsi="SMinionPlus"/>
          <w:b/>
          <w:lang w:val="en-GB"/>
        </w:rPr>
        <w:tab/>
        <w:t>Date:</w:t>
      </w:r>
    </w:p>
    <w:p w:rsidR="00FB1636" w:rsidRPr="00CD15E0" w:rsidRDefault="00FB1636" w:rsidP="00FA0F98">
      <w:pPr>
        <w:widowControl w:val="0"/>
        <w:tabs>
          <w:tab w:val="left" w:pos="5103"/>
        </w:tabs>
        <w:spacing w:line="360" w:lineRule="exact"/>
        <w:rPr>
          <w:rFonts w:ascii="SMinionPlus" w:hAnsi="SMinionPlus"/>
          <w:lang w:val="en-GB"/>
        </w:rPr>
      </w:pPr>
    </w:p>
    <w:p w:rsidR="00FB1636" w:rsidRDefault="00FB1636" w:rsidP="00FA0F98">
      <w:pPr>
        <w:spacing w:line="200" w:lineRule="exact"/>
        <w:rPr>
          <w:rFonts w:ascii="SMinionPlus" w:hAnsi="SMinionPlus"/>
          <w:sz w:val="16"/>
          <w:szCs w:val="16"/>
          <w:lang w:val="en-GB"/>
        </w:rPr>
      </w:pPr>
      <w:r w:rsidRPr="00AC4824">
        <w:rPr>
          <w:rFonts w:ascii="SMinionPlus" w:hAnsi="SMinionPlus"/>
          <w:sz w:val="16"/>
          <w:szCs w:val="16"/>
          <w:lang w:val="en-GB"/>
        </w:rPr>
        <w:t>…………………………………………………</w:t>
      </w:r>
      <w:r>
        <w:rPr>
          <w:rFonts w:ascii="SMinionPlus" w:hAnsi="SMinionPlus"/>
          <w:sz w:val="16"/>
          <w:szCs w:val="16"/>
          <w:lang w:val="en-GB"/>
        </w:rPr>
        <w:t>…...</w:t>
      </w:r>
      <w:r w:rsidRPr="00AC4824">
        <w:rPr>
          <w:rFonts w:ascii="SMinionPlus" w:hAnsi="SMinionPlus"/>
          <w:sz w:val="16"/>
          <w:szCs w:val="16"/>
          <w:lang w:val="en-GB"/>
        </w:rPr>
        <w:t>……………………………</w:t>
      </w:r>
      <w:r>
        <w:rPr>
          <w:rFonts w:ascii="SMinionPlus" w:hAnsi="SMinionPlus"/>
          <w:sz w:val="16"/>
          <w:szCs w:val="16"/>
          <w:lang w:val="en-GB"/>
        </w:rPr>
        <w:tab/>
      </w:r>
      <w:r>
        <w:rPr>
          <w:rFonts w:ascii="SMinionPlus" w:hAnsi="SMinionPlus"/>
          <w:sz w:val="16"/>
          <w:szCs w:val="16"/>
          <w:lang w:val="en-GB"/>
        </w:rPr>
        <w:tab/>
      </w:r>
      <w:r>
        <w:rPr>
          <w:rFonts w:ascii="SMinionPlus" w:hAnsi="SMinionPlus"/>
          <w:sz w:val="16"/>
          <w:szCs w:val="16"/>
          <w:lang w:val="en-GB"/>
        </w:rPr>
        <w:tab/>
      </w:r>
      <w:r w:rsidRPr="00AC4824">
        <w:rPr>
          <w:rFonts w:ascii="SMinionPlus" w:hAnsi="SMinionPlus"/>
          <w:sz w:val="16"/>
          <w:szCs w:val="16"/>
          <w:lang w:val="en-GB"/>
        </w:rPr>
        <w:t>…………</w:t>
      </w:r>
      <w:r>
        <w:rPr>
          <w:rFonts w:ascii="SMinionPlus" w:hAnsi="SMinionPlus"/>
          <w:sz w:val="16"/>
          <w:szCs w:val="16"/>
          <w:lang w:val="en-GB"/>
        </w:rPr>
        <w:t>……………………………...</w:t>
      </w:r>
      <w:r w:rsidRPr="00AC4824">
        <w:rPr>
          <w:rFonts w:ascii="SMinionPlus" w:hAnsi="SMinionPlus"/>
          <w:sz w:val="16"/>
          <w:szCs w:val="16"/>
          <w:lang w:val="en-GB"/>
        </w:rPr>
        <w:t>……</w:t>
      </w:r>
    </w:p>
    <w:p w:rsidR="00FB1636" w:rsidRDefault="00FB1636" w:rsidP="00FA0F98">
      <w:pPr>
        <w:spacing w:line="200" w:lineRule="exact"/>
        <w:rPr>
          <w:rFonts w:ascii="SMinionPlus" w:hAnsi="SMinionPlus"/>
          <w:sz w:val="16"/>
          <w:szCs w:val="16"/>
          <w:lang w:val="en-GB"/>
        </w:rPr>
      </w:pPr>
    </w:p>
    <w:p w:rsidR="00FB1636" w:rsidRDefault="00FB1636" w:rsidP="00397B0B">
      <w:pPr>
        <w:spacing w:line="200" w:lineRule="exact"/>
        <w:rPr>
          <w:rFonts w:ascii="SMinionPlus" w:hAnsi="SMinionPlus"/>
          <w:sz w:val="16"/>
          <w:szCs w:val="16"/>
          <w:lang w:val="en-GB"/>
        </w:rPr>
      </w:pPr>
      <w:r w:rsidRPr="006D5BDA">
        <w:rPr>
          <w:rFonts w:ascii="Arial" w:hAnsi="Arial" w:cs="Arial"/>
          <w:sz w:val="32"/>
          <w:szCs w:val="32"/>
          <w:lang w:val="en-GB"/>
        </w:rPr>
        <w:t>□</w:t>
      </w:r>
      <w:r>
        <w:rPr>
          <w:rFonts w:ascii="SMinionPlus" w:hAnsi="SMinionPlus"/>
          <w:sz w:val="16"/>
          <w:szCs w:val="16"/>
          <w:lang w:val="en-GB"/>
        </w:rPr>
        <w:t xml:space="preserve">  I’m an employee of the US Government and transfer the rights to the extent transferable</w:t>
      </w:r>
    </w:p>
    <w:p w:rsidR="00FB1636" w:rsidRPr="00F037D5" w:rsidRDefault="00FB1636" w:rsidP="00397B0B">
      <w:pPr>
        <w:rPr>
          <w:rFonts w:ascii="SMinionPlus" w:hAnsi="SMinionPlus"/>
          <w:spacing w:val="-8"/>
          <w:lang w:val="en-GB"/>
        </w:rPr>
      </w:pPr>
    </w:p>
    <w:p w:rsidR="00FB1636" w:rsidRPr="00AC4824" w:rsidRDefault="00FB1636" w:rsidP="00397B0B">
      <w:pPr>
        <w:pBdr>
          <w:top w:val="single" w:sz="4" w:space="0" w:color="auto"/>
          <w:left w:val="single" w:sz="4" w:space="4" w:color="auto"/>
          <w:bottom w:val="single" w:sz="4" w:space="1" w:color="auto"/>
          <w:right w:val="single" w:sz="4" w:space="4" w:color="auto"/>
        </w:pBdr>
        <w:spacing w:line="200" w:lineRule="exact"/>
        <w:rPr>
          <w:rFonts w:ascii="SMinionPlus" w:hAnsi="SMinionPlus"/>
          <w:sz w:val="16"/>
          <w:szCs w:val="16"/>
          <w:lang w:val="en-GB"/>
        </w:rPr>
      </w:pPr>
      <w:r w:rsidRPr="00C65F3F">
        <w:rPr>
          <w:rFonts w:ascii="SMinionPlus" w:hAnsi="SMinionPlus"/>
          <w:sz w:val="16"/>
          <w:szCs w:val="16"/>
          <w:lang w:val="en-GB"/>
        </w:rPr>
        <w:t>Office use only:</w:t>
      </w:r>
      <w:r>
        <w:rPr>
          <w:rFonts w:ascii="SMinionPlus" w:hAnsi="SMinionPlus"/>
          <w:sz w:val="16"/>
          <w:szCs w:val="16"/>
          <w:lang w:val="en-GB"/>
        </w:rPr>
        <w:t xml:space="preserve">  </w:t>
      </w:r>
      <w:r w:rsidRPr="00C65F3F">
        <w:rPr>
          <w:rFonts w:ascii="SMinionPlus" w:hAnsi="SMinionPlus"/>
          <w:sz w:val="16"/>
          <w:szCs w:val="16"/>
          <w:lang w:val="en-GB"/>
        </w:rPr>
        <w:t>Name:</w:t>
      </w:r>
      <w:r>
        <w:rPr>
          <w:rFonts w:ascii="SMinionPlus" w:hAnsi="SMinionPlus"/>
          <w:sz w:val="16"/>
          <w:szCs w:val="16"/>
          <w:lang w:val="en-GB"/>
        </w:rPr>
        <w:t xml:space="preserve"> </w:t>
      </w:r>
      <w:r w:rsidRPr="00C65F3F">
        <w:rPr>
          <w:rFonts w:ascii="SMinionPlus" w:hAnsi="SMinionPlus"/>
          <w:sz w:val="16"/>
          <w:szCs w:val="16"/>
          <w:lang w:val="en-US"/>
        </w:rPr>
        <w:fldChar w:fldCharType="begin">
          <w:ffData>
            <w:name w:val="Text16"/>
            <w:enabled/>
            <w:calcOnExit w:val="0"/>
            <w:textInput/>
          </w:ffData>
        </w:fldChar>
      </w:r>
      <w:r w:rsidRPr="00C65F3F">
        <w:rPr>
          <w:rFonts w:ascii="SMinionPlus" w:hAnsi="SMinionPlus"/>
          <w:sz w:val="16"/>
          <w:szCs w:val="16"/>
          <w:lang w:val="en-US"/>
        </w:rPr>
        <w:instrText xml:space="preserve"> FORMTEXT </w:instrText>
      </w:r>
      <w:r w:rsidRPr="00C65F3F">
        <w:rPr>
          <w:rFonts w:ascii="SMinionPlus" w:hAnsi="SMinionPlus"/>
          <w:sz w:val="16"/>
          <w:szCs w:val="16"/>
          <w:lang w:val="en-US"/>
        </w:rPr>
      </w:r>
      <w:r w:rsidRPr="00C65F3F">
        <w:rPr>
          <w:rFonts w:ascii="SMinionPlus" w:hAnsi="SMinionPlus"/>
          <w:sz w:val="16"/>
          <w:szCs w:val="16"/>
          <w:lang w:val="en-US"/>
        </w:rPr>
        <w:fldChar w:fldCharType="separate"/>
      </w:r>
      <w:r>
        <w:rPr>
          <w:rFonts w:ascii="SMinionPlus" w:hAnsi="SMinionPlus"/>
          <w:noProof/>
          <w:sz w:val="16"/>
          <w:szCs w:val="16"/>
          <w:lang w:val="en-US"/>
        </w:rPr>
        <w:t>Takeesha Moerland-Torpey</w:t>
      </w:r>
      <w:r w:rsidRPr="00C65F3F">
        <w:rPr>
          <w:rFonts w:ascii="SMinionPlus" w:hAnsi="SMinionPlus"/>
          <w:sz w:val="16"/>
          <w:szCs w:val="16"/>
          <w:lang w:val="en-US"/>
        </w:rPr>
        <w:fldChar w:fldCharType="end"/>
      </w:r>
      <w:r>
        <w:rPr>
          <w:rFonts w:ascii="SMinionPlus" w:hAnsi="SMinionPlus"/>
          <w:sz w:val="16"/>
          <w:szCs w:val="16"/>
          <w:lang w:val="en-GB"/>
        </w:rPr>
        <w:t xml:space="preserve">    </w:t>
      </w:r>
      <w:r w:rsidRPr="00C65F3F">
        <w:rPr>
          <w:rFonts w:ascii="SMinionPlus" w:hAnsi="SMinionPlus"/>
          <w:sz w:val="16"/>
          <w:szCs w:val="16"/>
          <w:lang w:val="en-GB"/>
        </w:rPr>
        <w:t xml:space="preserve">Fax: </w:t>
      </w:r>
      <w:r w:rsidRPr="00C65F3F">
        <w:rPr>
          <w:rFonts w:ascii="SMinionPlus" w:hAnsi="SMinionPlus"/>
          <w:sz w:val="16"/>
          <w:szCs w:val="16"/>
          <w:lang w:val="en-US"/>
        </w:rPr>
        <w:fldChar w:fldCharType="begin">
          <w:ffData>
            <w:name w:val="Text16"/>
            <w:enabled/>
            <w:calcOnExit w:val="0"/>
            <w:textInput/>
          </w:ffData>
        </w:fldChar>
      </w:r>
      <w:r w:rsidRPr="00C65F3F">
        <w:rPr>
          <w:rFonts w:ascii="SMinionPlus" w:hAnsi="SMinionPlus"/>
          <w:sz w:val="16"/>
          <w:szCs w:val="16"/>
          <w:lang w:val="en-US"/>
        </w:rPr>
        <w:instrText xml:space="preserve"> FORMTEXT </w:instrText>
      </w:r>
      <w:r w:rsidRPr="00C65F3F">
        <w:rPr>
          <w:rFonts w:ascii="SMinionPlus" w:hAnsi="SMinionPlus"/>
          <w:sz w:val="16"/>
          <w:szCs w:val="16"/>
          <w:lang w:val="en-US"/>
        </w:rPr>
      </w:r>
      <w:r w:rsidRPr="00C65F3F">
        <w:rPr>
          <w:rFonts w:ascii="SMinionPlus" w:hAnsi="SMinionPlus"/>
          <w:sz w:val="16"/>
          <w:szCs w:val="16"/>
          <w:lang w:val="en-US"/>
        </w:rPr>
        <w:fldChar w:fldCharType="separate"/>
      </w:r>
      <w:r>
        <w:rPr>
          <w:rFonts w:ascii="SMinionPlus" w:hAnsi="SMinionPlus"/>
          <w:noProof/>
          <w:sz w:val="16"/>
          <w:szCs w:val="16"/>
          <w:lang w:val="en-US"/>
        </w:rPr>
        <w:t>Please fax this form to the main editor.</w:t>
      </w:r>
      <w:r w:rsidRPr="00C65F3F">
        <w:rPr>
          <w:rFonts w:ascii="SMinionPlus" w:hAnsi="SMinionPlus"/>
          <w:sz w:val="16"/>
          <w:szCs w:val="16"/>
          <w:lang w:val="en-US"/>
        </w:rPr>
        <w:fldChar w:fldCharType="end"/>
      </w:r>
      <w:r>
        <w:rPr>
          <w:rFonts w:ascii="SMinionPlus" w:hAnsi="SMinionPlus"/>
          <w:sz w:val="16"/>
          <w:szCs w:val="16"/>
          <w:lang w:val="en-GB"/>
        </w:rPr>
        <w:t xml:space="preserve">    </w:t>
      </w:r>
      <w:r w:rsidRPr="00C65F3F">
        <w:rPr>
          <w:rFonts w:ascii="SMinionPlus" w:hAnsi="SMinionPlus"/>
          <w:sz w:val="16"/>
          <w:szCs w:val="16"/>
          <w:lang w:val="en-GB"/>
        </w:rPr>
        <w:t>E:mail:</w:t>
      </w:r>
      <w:r>
        <w:rPr>
          <w:rFonts w:ascii="SMinionPlus" w:hAnsi="SMinionPlus"/>
          <w:sz w:val="16"/>
          <w:szCs w:val="16"/>
          <w:lang w:val="en-GB"/>
        </w:rPr>
        <w:t xml:space="preserve"> </w:t>
      </w:r>
      <w:r w:rsidRPr="00C65F3F">
        <w:rPr>
          <w:rFonts w:ascii="SMinionPlus" w:hAnsi="SMinionPlus"/>
          <w:sz w:val="16"/>
          <w:szCs w:val="16"/>
          <w:lang w:val="en-US"/>
        </w:rPr>
        <w:fldChar w:fldCharType="begin">
          <w:ffData>
            <w:name w:val="Text16"/>
            <w:enabled/>
            <w:calcOnExit w:val="0"/>
            <w:textInput/>
          </w:ffData>
        </w:fldChar>
      </w:r>
      <w:r w:rsidRPr="00C65F3F">
        <w:rPr>
          <w:rFonts w:ascii="SMinionPlus" w:hAnsi="SMinionPlus"/>
          <w:sz w:val="16"/>
          <w:szCs w:val="16"/>
          <w:lang w:val="en-US"/>
        </w:rPr>
        <w:instrText xml:space="preserve"> FORMTEXT </w:instrText>
      </w:r>
      <w:r w:rsidRPr="00C65F3F">
        <w:rPr>
          <w:rFonts w:ascii="SMinionPlus" w:hAnsi="SMinionPlus"/>
          <w:sz w:val="16"/>
          <w:szCs w:val="16"/>
          <w:lang w:val="en-US"/>
        </w:rPr>
      </w:r>
      <w:r w:rsidRPr="00C65F3F">
        <w:rPr>
          <w:rFonts w:ascii="SMinionPlus" w:hAnsi="SMinionPlus"/>
          <w:sz w:val="16"/>
          <w:szCs w:val="16"/>
          <w:lang w:val="en-US"/>
        </w:rPr>
        <w:fldChar w:fldCharType="separate"/>
      </w:r>
      <w:r>
        <w:rPr>
          <w:rFonts w:ascii="SMinionPlus" w:hAnsi="SMinionPlus"/>
          <w:sz w:val="16"/>
          <w:szCs w:val="16"/>
          <w:lang w:val="en-US"/>
        </w:rPr>
        <w:t>Please e-mail this form to the main editor.</w:t>
      </w:r>
      <w:r w:rsidRPr="00C65F3F">
        <w:rPr>
          <w:rFonts w:ascii="SMinionPlus" w:hAnsi="SMinionPlus"/>
          <w:sz w:val="16"/>
          <w:szCs w:val="16"/>
          <w:lang w:val="en-US"/>
        </w:rPr>
        <w:fldChar w:fldCharType="end"/>
      </w:r>
    </w:p>
    <w:sectPr w:rsidR="00FB1636" w:rsidRPr="00AC4824" w:rsidSect="00FA0F98">
      <w:headerReference w:type="even" r:id="rId11"/>
      <w:headerReference w:type="default" r:id="rId12"/>
      <w:headerReference w:type="first" r:id="rId13"/>
      <w:type w:val="continuous"/>
      <w:pgSz w:w="11907" w:h="16840"/>
      <w:pgMar w:top="680" w:right="851" w:bottom="851" w:left="851"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1636" w:rsidRDefault="00FB1636">
      <w:r>
        <w:separator/>
      </w:r>
    </w:p>
  </w:endnote>
  <w:endnote w:type="continuationSeparator" w:id="0">
    <w:p w:rsidR="00FB1636" w:rsidRDefault="00FB163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MinionPlus">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1636" w:rsidRDefault="00FB1636">
      <w:r>
        <w:separator/>
      </w:r>
    </w:p>
  </w:footnote>
  <w:footnote w:type="continuationSeparator" w:id="0">
    <w:p w:rsidR="00FB1636" w:rsidRDefault="00FB163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1636" w:rsidRDefault="00FB1636">
    <w:pPr>
      <w:pStyle w:val="Header"/>
      <w:framePr w:wrap="around" w:vAnchor="text" w:hAnchor="margin" w:xAlign="center" w:y="1"/>
      <w:rPr>
        <w:rStyle w:val="PageNumber"/>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49" type="#_x0000_t75" style="position:absolute;margin-left:0;margin-top:0;width:275.6pt;height:281.2pt;z-index:-251658752;mso-position-horizontal:center;mso-position-horizontal-relative:margin;mso-position-vertical:center;mso-position-vertical-relative:margin" o:allowincell="f">
          <v:imagedata r:id="rId1" o:title="" gain="19661f" blacklevel="22938f"/>
          <w10:wrap anchorx="margin" anchory="margin"/>
        </v:shape>
      </w:pict>
    </w:r>
    <w:r>
      <w:rPr>
        <w:rStyle w:val="PageNumber"/>
      </w:rPr>
      <w:fldChar w:fldCharType="begin"/>
    </w:r>
    <w:r>
      <w:rPr>
        <w:rStyle w:val="PageNumber"/>
      </w:rPr>
      <w:instrText xml:space="preserve">PAGE  </w:instrText>
    </w:r>
    <w:r>
      <w:rPr>
        <w:rStyle w:val="PageNumber"/>
      </w:rPr>
      <w:fldChar w:fldCharType="end"/>
    </w:r>
  </w:p>
  <w:p w:rsidR="00FB1636" w:rsidRDefault="00FB163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1636" w:rsidRDefault="00FB1636">
    <w:pPr>
      <w:pStyle w:val="Header"/>
      <w:framePr w:wrap="around" w:vAnchor="text" w:hAnchor="margin" w:xAlign="center" w:y="1"/>
      <w:rPr>
        <w:rStyle w:val="PageNumber"/>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0" type="#_x0000_t75" style="position:absolute;margin-left:0;margin-top:0;width:275.6pt;height:281.2pt;z-index:-251657728;mso-position-horizontal:center;mso-position-horizontal-relative:margin;mso-position-vertical:center;mso-position-vertical-relative:margin" o:allowincell="f">
          <v:imagedata r:id="rId1" o:title="" gain="19661f" blacklevel="22938f"/>
          <w10:wrap anchorx="margin" anchory="margin"/>
        </v:shape>
      </w:pict>
    </w: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FB1636" w:rsidRDefault="00FB1636">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1636" w:rsidRDefault="00FB1636">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51" type="#_x0000_t75" style="position:absolute;margin-left:0;margin-top:0;width:275.6pt;height:281.2pt;z-index:-251659776;mso-position-horizontal:center;mso-position-horizontal-relative:margin;mso-position-vertical:center;mso-position-vertical-relative:margin" o:allowincell="f">
          <v:imagedata r:id="rId1" o:title=""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8165D4"/>
    <w:multiLevelType w:val="hybridMultilevel"/>
    <w:tmpl w:val="8D6006E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ocumentProtection w:edit="forms" w:enforcement="1"/>
  <w:defaultTabStop w:val="708"/>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43A1F"/>
    <w:rsid w:val="000107D8"/>
    <w:rsid w:val="000131BF"/>
    <w:rsid w:val="000610DF"/>
    <w:rsid w:val="0007463D"/>
    <w:rsid w:val="00075B2E"/>
    <w:rsid w:val="00085EBB"/>
    <w:rsid w:val="000967A0"/>
    <w:rsid w:val="000B3360"/>
    <w:rsid w:val="000E0709"/>
    <w:rsid w:val="000E5A60"/>
    <w:rsid w:val="000F2829"/>
    <w:rsid w:val="000F6B17"/>
    <w:rsid w:val="00100D2B"/>
    <w:rsid w:val="001058B2"/>
    <w:rsid w:val="0012607F"/>
    <w:rsid w:val="0013086B"/>
    <w:rsid w:val="001413C6"/>
    <w:rsid w:val="00142A72"/>
    <w:rsid w:val="00154632"/>
    <w:rsid w:val="00155DE3"/>
    <w:rsid w:val="00157D95"/>
    <w:rsid w:val="00161C00"/>
    <w:rsid w:val="00173AA5"/>
    <w:rsid w:val="0019284D"/>
    <w:rsid w:val="001A5EEB"/>
    <w:rsid w:val="001A62D0"/>
    <w:rsid w:val="001E6FE6"/>
    <w:rsid w:val="001F1DB7"/>
    <w:rsid w:val="0020632C"/>
    <w:rsid w:val="00211DA5"/>
    <w:rsid w:val="00213B29"/>
    <w:rsid w:val="002166F9"/>
    <w:rsid w:val="00241E4B"/>
    <w:rsid w:val="0025582D"/>
    <w:rsid w:val="0026105B"/>
    <w:rsid w:val="00274E1F"/>
    <w:rsid w:val="00281CB7"/>
    <w:rsid w:val="00294025"/>
    <w:rsid w:val="002A6E14"/>
    <w:rsid w:val="002F0E8D"/>
    <w:rsid w:val="002F4465"/>
    <w:rsid w:val="00304F94"/>
    <w:rsid w:val="0030523D"/>
    <w:rsid w:val="003125B3"/>
    <w:rsid w:val="0031604D"/>
    <w:rsid w:val="00317756"/>
    <w:rsid w:val="00325132"/>
    <w:rsid w:val="003811F7"/>
    <w:rsid w:val="00383BA0"/>
    <w:rsid w:val="0039299B"/>
    <w:rsid w:val="00397B0B"/>
    <w:rsid w:val="003A03C0"/>
    <w:rsid w:val="003B3C82"/>
    <w:rsid w:val="003D2F2E"/>
    <w:rsid w:val="003E0259"/>
    <w:rsid w:val="003E48ED"/>
    <w:rsid w:val="00420538"/>
    <w:rsid w:val="00440FFD"/>
    <w:rsid w:val="0044477E"/>
    <w:rsid w:val="00444B7E"/>
    <w:rsid w:val="0044533E"/>
    <w:rsid w:val="004509F1"/>
    <w:rsid w:val="0045276D"/>
    <w:rsid w:val="00461060"/>
    <w:rsid w:val="00461454"/>
    <w:rsid w:val="00474AF6"/>
    <w:rsid w:val="00484283"/>
    <w:rsid w:val="004860DD"/>
    <w:rsid w:val="004963E1"/>
    <w:rsid w:val="004A3283"/>
    <w:rsid w:val="004A49E8"/>
    <w:rsid w:val="004C47E8"/>
    <w:rsid w:val="004D006E"/>
    <w:rsid w:val="004D3A84"/>
    <w:rsid w:val="004E5746"/>
    <w:rsid w:val="005034E1"/>
    <w:rsid w:val="00516147"/>
    <w:rsid w:val="00523C86"/>
    <w:rsid w:val="0054485D"/>
    <w:rsid w:val="005452D7"/>
    <w:rsid w:val="00551F32"/>
    <w:rsid w:val="00552B57"/>
    <w:rsid w:val="005655A4"/>
    <w:rsid w:val="0056614B"/>
    <w:rsid w:val="005702F9"/>
    <w:rsid w:val="0057270E"/>
    <w:rsid w:val="005743D5"/>
    <w:rsid w:val="00574666"/>
    <w:rsid w:val="00597F4A"/>
    <w:rsid w:val="005B0257"/>
    <w:rsid w:val="005B6AA9"/>
    <w:rsid w:val="005E14B1"/>
    <w:rsid w:val="005E2313"/>
    <w:rsid w:val="00600C71"/>
    <w:rsid w:val="00613152"/>
    <w:rsid w:val="006175A7"/>
    <w:rsid w:val="0062245F"/>
    <w:rsid w:val="00634B41"/>
    <w:rsid w:val="00647A6D"/>
    <w:rsid w:val="006557B2"/>
    <w:rsid w:val="006939C5"/>
    <w:rsid w:val="006A64E4"/>
    <w:rsid w:val="006B5242"/>
    <w:rsid w:val="006B65A0"/>
    <w:rsid w:val="006B72C9"/>
    <w:rsid w:val="006D5BDA"/>
    <w:rsid w:val="006F1A2F"/>
    <w:rsid w:val="006F3ADD"/>
    <w:rsid w:val="0070425B"/>
    <w:rsid w:val="0070524D"/>
    <w:rsid w:val="00705255"/>
    <w:rsid w:val="0072299D"/>
    <w:rsid w:val="00723846"/>
    <w:rsid w:val="007417C0"/>
    <w:rsid w:val="00747207"/>
    <w:rsid w:val="007570B4"/>
    <w:rsid w:val="00762C87"/>
    <w:rsid w:val="00765A98"/>
    <w:rsid w:val="007A6EB8"/>
    <w:rsid w:val="007D063B"/>
    <w:rsid w:val="007D4642"/>
    <w:rsid w:val="007D5BC8"/>
    <w:rsid w:val="007E1269"/>
    <w:rsid w:val="007E2B95"/>
    <w:rsid w:val="007F1705"/>
    <w:rsid w:val="007F2DDE"/>
    <w:rsid w:val="008013C0"/>
    <w:rsid w:val="00811C65"/>
    <w:rsid w:val="00813035"/>
    <w:rsid w:val="00835206"/>
    <w:rsid w:val="008421B9"/>
    <w:rsid w:val="00846482"/>
    <w:rsid w:val="008547E1"/>
    <w:rsid w:val="00864ED3"/>
    <w:rsid w:val="00875EF3"/>
    <w:rsid w:val="008905CF"/>
    <w:rsid w:val="008A2046"/>
    <w:rsid w:val="008A623A"/>
    <w:rsid w:val="008B235F"/>
    <w:rsid w:val="008F442D"/>
    <w:rsid w:val="00906C49"/>
    <w:rsid w:val="0092285F"/>
    <w:rsid w:val="00932B1A"/>
    <w:rsid w:val="00933529"/>
    <w:rsid w:val="009653DA"/>
    <w:rsid w:val="00972A28"/>
    <w:rsid w:val="00985F2C"/>
    <w:rsid w:val="009A40BB"/>
    <w:rsid w:val="009B04DF"/>
    <w:rsid w:val="009D4C33"/>
    <w:rsid w:val="009E0472"/>
    <w:rsid w:val="009E0DBB"/>
    <w:rsid w:val="00A16031"/>
    <w:rsid w:val="00A221CA"/>
    <w:rsid w:val="00A26E90"/>
    <w:rsid w:val="00A43206"/>
    <w:rsid w:val="00A43A1F"/>
    <w:rsid w:val="00A45670"/>
    <w:rsid w:val="00A47CDF"/>
    <w:rsid w:val="00A6171A"/>
    <w:rsid w:val="00A77498"/>
    <w:rsid w:val="00A83741"/>
    <w:rsid w:val="00A8513F"/>
    <w:rsid w:val="00AA0E06"/>
    <w:rsid w:val="00AA109A"/>
    <w:rsid w:val="00AB7194"/>
    <w:rsid w:val="00AC4824"/>
    <w:rsid w:val="00B26602"/>
    <w:rsid w:val="00B355ED"/>
    <w:rsid w:val="00B72942"/>
    <w:rsid w:val="00B85018"/>
    <w:rsid w:val="00B97AB3"/>
    <w:rsid w:val="00BA0608"/>
    <w:rsid w:val="00BB1740"/>
    <w:rsid w:val="00BB6327"/>
    <w:rsid w:val="00BD2BAF"/>
    <w:rsid w:val="00BD5C4B"/>
    <w:rsid w:val="00BE049B"/>
    <w:rsid w:val="00BF51A3"/>
    <w:rsid w:val="00BF5DFB"/>
    <w:rsid w:val="00C062DC"/>
    <w:rsid w:val="00C14E46"/>
    <w:rsid w:val="00C65213"/>
    <w:rsid w:val="00C65F3F"/>
    <w:rsid w:val="00C76F0E"/>
    <w:rsid w:val="00C86FCC"/>
    <w:rsid w:val="00CA4B36"/>
    <w:rsid w:val="00CA715D"/>
    <w:rsid w:val="00CC365C"/>
    <w:rsid w:val="00CD05B5"/>
    <w:rsid w:val="00CD15E0"/>
    <w:rsid w:val="00CE32B5"/>
    <w:rsid w:val="00D0137D"/>
    <w:rsid w:val="00D234E3"/>
    <w:rsid w:val="00D24102"/>
    <w:rsid w:val="00D31F10"/>
    <w:rsid w:val="00D346FE"/>
    <w:rsid w:val="00D544FB"/>
    <w:rsid w:val="00D561E0"/>
    <w:rsid w:val="00D6392E"/>
    <w:rsid w:val="00D647C7"/>
    <w:rsid w:val="00D709F4"/>
    <w:rsid w:val="00D755DC"/>
    <w:rsid w:val="00D813D0"/>
    <w:rsid w:val="00D968C6"/>
    <w:rsid w:val="00DA67F2"/>
    <w:rsid w:val="00DD2588"/>
    <w:rsid w:val="00DD3E5F"/>
    <w:rsid w:val="00DE6567"/>
    <w:rsid w:val="00DF2CEE"/>
    <w:rsid w:val="00E140D5"/>
    <w:rsid w:val="00E22FE9"/>
    <w:rsid w:val="00E3775F"/>
    <w:rsid w:val="00E474D5"/>
    <w:rsid w:val="00E56C0F"/>
    <w:rsid w:val="00E672BB"/>
    <w:rsid w:val="00E67325"/>
    <w:rsid w:val="00E7595C"/>
    <w:rsid w:val="00E75A72"/>
    <w:rsid w:val="00E852BB"/>
    <w:rsid w:val="00E86DC7"/>
    <w:rsid w:val="00E931D4"/>
    <w:rsid w:val="00EA3219"/>
    <w:rsid w:val="00EC0104"/>
    <w:rsid w:val="00EC6D19"/>
    <w:rsid w:val="00EC7134"/>
    <w:rsid w:val="00EE445E"/>
    <w:rsid w:val="00EF1980"/>
    <w:rsid w:val="00EF1A5D"/>
    <w:rsid w:val="00EF7436"/>
    <w:rsid w:val="00F037D5"/>
    <w:rsid w:val="00F12E42"/>
    <w:rsid w:val="00F23942"/>
    <w:rsid w:val="00F31FD4"/>
    <w:rsid w:val="00F3727C"/>
    <w:rsid w:val="00F577DE"/>
    <w:rsid w:val="00F65999"/>
    <w:rsid w:val="00F66E97"/>
    <w:rsid w:val="00F677DC"/>
    <w:rsid w:val="00F67FB7"/>
    <w:rsid w:val="00F749A3"/>
    <w:rsid w:val="00F800F9"/>
    <w:rsid w:val="00F811A9"/>
    <w:rsid w:val="00F83836"/>
    <w:rsid w:val="00F92927"/>
    <w:rsid w:val="00F9522E"/>
    <w:rsid w:val="00FA0365"/>
    <w:rsid w:val="00FA0F98"/>
    <w:rsid w:val="00FB1636"/>
    <w:rsid w:val="00FB21F7"/>
    <w:rsid w:val="00FE3ADC"/>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F98"/>
    <w:pPr>
      <w:overflowPunct w:val="0"/>
      <w:autoSpaceDE w:val="0"/>
      <w:autoSpaceDN w:val="0"/>
      <w:adjustRightInd w:val="0"/>
      <w:textAlignment w:val="baseline"/>
    </w:pPr>
    <w:rPr>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72A28"/>
    <w:pPr>
      <w:tabs>
        <w:tab w:val="center" w:pos="4536"/>
        <w:tab w:val="right" w:pos="9072"/>
      </w:tabs>
    </w:pPr>
  </w:style>
  <w:style w:type="character" w:customStyle="1" w:styleId="HeaderChar">
    <w:name w:val="Header Char"/>
    <w:basedOn w:val="DefaultParagraphFont"/>
    <w:link w:val="Header"/>
    <w:uiPriority w:val="99"/>
    <w:semiHidden/>
    <w:rsid w:val="0051277C"/>
    <w:rPr>
      <w:sz w:val="20"/>
      <w:szCs w:val="20"/>
    </w:rPr>
  </w:style>
  <w:style w:type="paragraph" w:styleId="Footer">
    <w:name w:val="footer"/>
    <w:basedOn w:val="Normal"/>
    <w:link w:val="FooterChar"/>
    <w:uiPriority w:val="99"/>
    <w:rsid w:val="00972A28"/>
    <w:pPr>
      <w:tabs>
        <w:tab w:val="center" w:pos="4536"/>
        <w:tab w:val="right" w:pos="9072"/>
      </w:tabs>
    </w:pPr>
  </w:style>
  <w:style w:type="character" w:customStyle="1" w:styleId="FooterChar">
    <w:name w:val="Footer Char"/>
    <w:basedOn w:val="DefaultParagraphFont"/>
    <w:link w:val="Footer"/>
    <w:uiPriority w:val="99"/>
    <w:semiHidden/>
    <w:rsid w:val="0051277C"/>
    <w:rPr>
      <w:sz w:val="20"/>
      <w:szCs w:val="20"/>
    </w:rPr>
  </w:style>
  <w:style w:type="character" w:styleId="PageNumber">
    <w:name w:val="page number"/>
    <w:basedOn w:val="DefaultParagraphFont"/>
    <w:uiPriority w:val="99"/>
    <w:rsid w:val="00972A28"/>
    <w:rPr>
      <w:rFonts w:cs="Times New Roman"/>
    </w:rPr>
  </w:style>
  <w:style w:type="paragraph" w:styleId="FootnoteText">
    <w:name w:val="footnote text"/>
    <w:basedOn w:val="Normal"/>
    <w:link w:val="FootnoteTextChar"/>
    <w:uiPriority w:val="99"/>
    <w:semiHidden/>
    <w:rsid w:val="00972A28"/>
  </w:style>
  <w:style w:type="character" w:customStyle="1" w:styleId="FootnoteTextChar">
    <w:name w:val="Footnote Text Char"/>
    <w:basedOn w:val="DefaultParagraphFont"/>
    <w:link w:val="FootnoteText"/>
    <w:uiPriority w:val="99"/>
    <w:semiHidden/>
    <w:rsid w:val="0051277C"/>
    <w:rPr>
      <w:sz w:val="20"/>
      <w:szCs w:val="20"/>
    </w:rPr>
  </w:style>
  <w:style w:type="character" w:styleId="FootnoteReference">
    <w:name w:val="footnote reference"/>
    <w:basedOn w:val="DefaultParagraphFont"/>
    <w:uiPriority w:val="99"/>
    <w:semiHidden/>
    <w:rsid w:val="00972A28"/>
    <w:rPr>
      <w:rFonts w:cs="Times New Roman"/>
      <w:vertAlign w:val="superscript"/>
    </w:rPr>
  </w:style>
  <w:style w:type="paragraph" w:styleId="BodyText">
    <w:name w:val="Body Text"/>
    <w:basedOn w:val="Normal"/>
    <w:link w:val="BodyTextChar"/>
    <w:uiPriority w:val="99"/>
    <w:rsid w:val="00972A28"/>
    <w:pPr>
      <w:spacing w:line="280" w:lineRule="exact"/>
      <w:jc w:val="both"/>
    </w:pPr>
    <w:rPr>
      <w:rFonts w:ascii="SMinionPlus" w:hAnsi="SMinionPlus"/>
      <w:lang w:val="en-US"/>
    </w:rPr>
  </w:style>
  <w:style w:type="character" w:customStyle="1" w:styleId="BodyTextChar">
    <w:name w:val="Body Text Char"/>
    <w:basedOn w:val="DefaultParagraphFont"/>
    <w:link w:val="BodyText"/>
    <w:uiPriority w:val="99"/>
    <w:semiHidden/>
    <w:rsid w:val="0051277C"/>
    <w:rPr>
      <w:sz w:val="20"/>
      <w:szCs w:val="20"/>
    </w:rPr>
  </w:style>
  <w:style w:type="paragraph" w:styleId="BalloonText">
    <w:name w:val="Balloon Text"/>
    <w:basedOn w:val="Normal"/>
    <w:link w:val="BalloonTextChar"/>
    <w:uiPriority w:val="99"/>
    <w:semiHidden/>
    <w:rsid w:val="00846482"/>
    <w:rPr>
      <w:rFonts w:ascii="Tahoma" w:hAnsi="Tahoma" w:cs="Tahoma"/>
      <w:sz w:val="16"/>
      <w:szCs w:val="16"/>
    </w:rPr>
  </w:style>
  <w:style w:type="character" w:customStyle="1" w:styleId="BalloonTextChar">
    <w:name w:val="Balloon Text Char"/>
    <w:basedOn w:val="DefaultParagraphFont"/>
    <w:link w:val="BalloonText"/>
    <w:uiPriority w:val="99"/>
    <w:semiHidden/>
    <w:rsid w:val="0051277C"/>
    <w:rPr>
      <w:sz w:val="0"/>
      <w:szCs w:val="0"/>
    </w:rPr>
  </w:style>
  <w:style w:type="character" w:styleId="CommentReference">
    <w:name w:val="annotation reference"/>
    <w:basedOn w:val="DefaultParagraphFont"/>
    <w:uiPriority w:val="99"/>
    <w:semiHidden/>
    <w:rsid w:val="00CA715D"/>
    <w:rPr>
      <w:rFonts w:cs="Times New Roman"/>
      <w:sz w:val="16"/>
      <w:szCs w:val="16"/>
    </w:rPr>
  </w:style>
  <w:style w:type="paragraph" w:styleId="CommentText">
    <w:name w:val="annotation text"/>
    <w:basedOn w:val="Normal"/>
    <w:link w:val="CommentTextChar"/>
    <w:uiPriority w:val="99"/>
    <w:semiHidden/>
    <w:rsid w:val="00CA715D"/>
  </w:style>
  <w:style w:type="character" w:customStyle="1" w:styleId="CommentTextChar">
    <w:name w:val="Comment Text Char"/>
    <w:basedOn w:val="DefaultParagraphFont"/>
    <w:link w:val="CommentText"/>
    <w:uiPriority w:val="99"/>
    <w:semiHidden/>
    <w:rsid w:val="0051277C"/>
    <w:rPr>
      <w:sz w:val="20"/>
      <w:szCs w:val="20"/>
    </w:rPr>
  </w:style>
  <w:style w:type="paragraph" w:styleId="CommentSubject">
    <w:name w:val="annotation subject"/>
    <w:basedOn w:val="CommentText"/>
    <w:next w:val="CommentText"/>
    <w:link w:val="CommentSubjectChar"/>
    <w:uiPriority w:val="99"/>
    <w:semiHidden/>
    <w:rsid w:val="00CA715D"/>
    <w:rPr>
      <w:b/>
      <w:bCs/>
    </w:rPr>
  </w:style>
  <w:style w:type="character" w:customStyle="1" w:styleId="CommentSubjectChar">
    <w:name w:val="Comment Subject Char"/>
    <w:basedOn w:val="CommentTextChar"/>
    <w:link w:val="CommentSubject"/>
    <w:uiPriority w:val="99"/>
    <w:semiHidden/>
    <w:rsid w:val="0051277C"/>
    <w:rPr>
      <w:b/>
      <w:bCs/>
    </w:rPr>
  </w:style>
  <w:style w:type="character" w:styleId="Hyperlink">
    <w:name w:val="Hyperlink"/>
    <w:basedOn w:val="DefaultParagraphFont"/>
    <w:uiPriority w:val="99"/>
    <w:rsid w:val="00B97AB3"/>
    <w:rPr>
      <w:rFonts w:cs="Times New Roman"/>
      <w:color w:val="0000FF"/>
      <w:u w:val="single"/>
    </w:rPr>
  </w:style>
  <w:style w:type="paragraph" w:styleId="DocumentMap">
    <w:name w:val="Document Map"/>
    <w:basedOn w:val="Normal"/>
    <w:link w:val="DocumentMapChar"/>
    <w:uiPriority w:val="99"/>
    <w:semiHidden/>
    <w:rsid w:val="00484283"/>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rsid w:val="0051277C"/>
    <w:rPr>
      <w:sz w:val="0"/>
      <w:szCs w:val="0"/>
    </w:rPr>
  </w:style>
</w:styles>
</file>

<file path=word/webSettings.xml><?xml version="1.0" encoding="utf-8"?>
<w:webSettings xmlns:r="http://schemas.openxmlformats.org/officeDocument/2006/relationships" xmlns:w="http://schemas.openxmlformats.org/wordprocessingml/2006/main">
  <w:divs>
    <w:div w:id="193793227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springerlink.com" TargetMode="External"/><Relationship Id="rId4" Type="http://schemas.openxmlformats.org/officeDocument/2006/relationships/webSettings" Target="webSettings.xml"/><Relationship Id="rId9" Type="http://schemas.openxmlformats.org/officeDocument/2006/relationships/hyperlink" Target="http://www.springerlink.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2</Pages>
  <Words>637</Words>
  <Characters>4019</Characters>
  <Application>Microsoft Office Outlook</Application>
  <DocSecurity>0</DocSecurity>
  <Lines>0</Lines>
  <Paragraphs>0</Paragraphs>
  <ScaleCrop>false</ScaleCrop>
  <Company>Springer Verlag, EDV</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Publishing Agreement	</dc:title>
  <dc:subject/>
  <dc:creator>Frueh, Sonja</dc:creator>
  <cp:keywords/>
  <dc:description/>
  <cp:lastModifiedBy>fg see</cp:lastModifiedBy>
  <cp:revision>3</cp:revision>
  <cp:lastPrinted>2007-08-03T15:18:00Z</cp:lastPrinted>
  <dcterms:created xsi:type="dcterms:W3CDTF">2011-01-21T16:06:00Z</dcterms:created>
  <dcterms:modified xsi:type="dcterms:W3CDTF">2011-01-21T16:11:00Z</dcterms:modified>
</cp:coreProperties>
</file>